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95C59" w14:textId="1D4F080F" w:rsidR="00A83581" w:rsidRPr="008E625D" w:rsidRDefault="00A83581" w:rsidP="00A83581">
      <w:pPr>
        <w:pStyle w:val="Bezodstpw"/>
        <w:jc w:val="center"/>
        <w:rPr>
          <w:b/>
          <w:bCs/>
          <w:sz w:val="23"/>
          <w:szCs w:val="23"/>
        </w:rPr>
      </w:pPr>
      <w:r w:rsidRPr="008E625D">
        <w:rPr>
          <w:b/>
          <w:bCs/>
          <w:sz w:val="23"/>
          <w:szCs w:val="23"/>
        </w:rPr>
        <w:t xml:space="preserve">UMOWA </w:t>
      </w:r>
      <w:r w:rsidR="008E625D" w:rsidRPr="008E625D">
        <w:rPr>
          <w:b/>
          <w:bCs/>
          <w:sz w:val="23"/>
          <w:szCs w:val="23"/>
        </w:rPr>
        <w:t xml:space="preserve">nr </w:t>
      </w:r>
      <w:r w:rsidR="00A434D8" w:rsidRPr="008E625D">
        <w:rPr>
          <w:b/>
          <w:bCs/>
          <w:sz w:val="23"/>
          <w:szCs w:val="23"/>
        </w:rPr>
        <w:t>OE</w:t>
      </w:r>
      <w:r w:rsidR="003439A4" w:rsidRPr="008E625D">
        <w:rPr>
          <w:b/>
          <w:bCs/>
          <w:sz w:val="23"/>
          <w:szCs w:val="23"/>
        </w:rPr>
        <w:t>.273</w:t>
      </w:r>
      <w:r w:rsidR="0001461E">
        <w:rPr>
          <w:b/>
          <w:bCs/>
          <w:sz w:val="23"/>
          <w:szCs w:val="23"/>
        </w:rPr>
        <w:t>……</w:t>
      </w:r>
      <w:r w:rsidR="00C617CB">
        <w:rPr>
          <w:b/>
          <w:bCs/>
          <w:sz w:val="23"/>
          <w:szCs w:val="23"/>
        </w:rPr>
        <w:t>.</w:t>
      </w:r>
      <w:r w:rsidR="003439A4" w:rsidRPr="008E625D">
        <w:rPr>
          <w:b/>
          <w:bCs/>
          <w:sz w:val="23"/>
          <w:szCs w:val="23"/>
        </w:rPr>
        <w:t>202</w:t>
      </w:r>
      <w:r w:rsidR="00961A26">
        <w:rPr>
          <w:b/>
          <w:bCs/>
          <w:sz w:val="23"/>
          <w:szCs w:val="23"/>
        </w:rPr>
        <w:t>6</w:t>
      </w:r>
      <w:r w:rsidR="003439A4" w:rsidRPr="008E625D">
        <w:rPr>
          <w:b/>
          <w:bCs/>
          <w:sz w:val="23"/>
          <w:szCs w:val="23"/>
        </w:rPr>
        <w:t>.</w:t>
      </w:r>
      <w:r w:rsidR="00A434D8" w:rsidRPr="008E625D">
        <w:rPr>
          <w:b/>
          <w:bCs/>
          <w:sz w:val="23"/>
          <w:szCs w:val="23"/>
        </w:rPr>
        <w:t>TW</w:t>
      </w:r>
    </w:p>
    <w:p w14:paraId="2E688984" w14:textId="77777777" w:rsidR="00A83581" w:rsidRPr="008E625D" w:rsidRDefault="00A83581" w:rsidP="00A83581">
      <w:pPr>
        <w:pStyle w:val="Bezodstpw"/>
        <w:jc w:val="center"/>
        <w:rPr>
          <w:sz w:val="23"/>
          <w:szCs w:val="23"/>
        </w:rPr>
      </w:pPr>
    </w:p>
    <w:p w14:paraId="7B7055DB" w14:textId="0DA5E1B7" w:rsidR="00A83581" w:rsidRPr="008E625D" w:rsidRDefault="00A83581" w:rsidP="00A83581">
      <w:pPr>
        <w:pStyle w:val="Bezodstpw"/>
        <w:rPr>
          <w:sz w:val="23"/>
          <w:szCs w:val="23"/>
        </w:rPr>
      </w:pPr>
      <w:r w:rsidRPr="008E625D">
        <w:rPr>
          <w:sz w:val="23"/>
          <w:szCs w:val="23"/>
        </w:rPr>
        <w:t xml:space="preserve">zawarta w dniu </w:t>
      </w:r>
      <w:r w:rsidR="00961A26">
        <w:rPr>
          <w:sz w:val="23"/>
          <w:szCs w:val="23"/>
        </w:rPr>
        <w:t>…..</w:t>
      </w:r>
      <w:r w:rsidR="00C617CB">
        <w:rPr>
          <w:sz w:val="23"/>
          <w:szCs w:val="23"/>
        </w:rPr>
        <w:t xml:space="preserve"> </w:t>
      </w:r>
      <w:r w:rsidR="00E91331" w:rsidRPr="008E625D">
        <w:rPr>
          <w:sz w:val="23"/>
          <w:szCs w:val="23"/>
        </w:rPr>
        <w:t>202</w:t>
      </w:r>
      <w:r w:rsidR="00961A26">
        <w:rPr>
          <w:sz w:val="23"/>
          <w:szCs w:val="23"/>
        </w:rPr>
        <w:t>6</w:t>
      </w:r>
      <w:r w:rsidR="00E91331" w:rsidRPr="008E625D">
        <w:rPr>
          <w:sz w:val="23"/>
          <w:szCs w:val="23"/>
        </w:rPr>
        <w:t xml:space="preserve"> </w:t>
      </w:r>
      <w:r w:rsidRPr="008E625D">
        <w:rPr>
          <w:sz w:val="23"/>
          <w:szCs w:val="23"/>
        </w:rPr>
        <w:t>r. w Szczecinie pomiędzy:</w:t>
      </w:r>
    </w:p>
    <w:p w14:paraId="0B44A5F9" w14:textId="2BF08ACA" w:rsidR="00A83581" w:rsidRPr="008E625D" w:rsidRDefault="003C4215" w:rsidP="00592F35">
      <w:pPr>
        <w:pStyle w:val="Bezodstpw"/>
        <w:jc w:val="both"/>
        <w:rPr>
          <w:sz w:val="23"/>
          <w:szCs w:val="23"/>
        </w:rPr>
      </w:pPr>
      <w:r w:rsidRPr="008E625D">
        <w:rPr>
          <w:b/>
          <w:sz w:val="23"/>
          <w:szCs w:val="23"/>
        </w:rPr>
        <w:t xml:space="preserve">Skarbem Państwa - </w:t>
      </w:r>
      <w:r w:rsidR="00A83581" w:rsidRPr="008E625D">
        <w:rPr>
          <w:b/>
          <w:sz w:val="23"/>
          <w:szCs w:val="23"/>
        </w:rPr>
        <w:t>Wojewódzki</w:t>
      </w:r>
      <w:r w:rsidRPr="008E625D">
        <w:rPr>
          <w:b/>
          <w:sz w:val="23"/>
          <w:szCs w:val="23"/>
        </w:rPr>
        <w:t>m</w:t>
      </w:r>
      <w:r w:rsidR="00A83581" w:rsidRPr="008E625D">
        <w:rPr>
          <w:b/>
          <w:sz w:val="23"/>
          <w:szCs w:val="23"/>
        </w:rPr>
        <w:t xml:space="preserve"> Urz</w:t>
      </w:r>
      <w:r w:rsidRPr="008E625D">
        <w:rPr>
          <w:b/>
          <w:sz w:val="23"/>
          <w:szCs w:val="23"/>
        </w:rPr>
        <w:t>ędem</w:t>
      </w:r>
      <w:r w:rsidR="00A83581" w:rsidRPr="008E625D">
        <w:rPr>
          <w:b/>
          <w:sz w:val="23"/>
          <w:szCs w:val="23"/>
        </w:rPr>
        <w:t xml:space="preserve"> Ochrony Zabytków w Szczecinie</w:t>
      </w:r>
      <w:r w:rsidR="00A83581" w:rsidRPr="008E625D">
        <w:rPr>
          <w:sz w:val="23"/>
          <w:szCs w:val="23"/>
        </w:rPr>
        <w:t xml:space="preserve"> ul. Wały Chrobrego 4, 70-502 Szczecin NIP: 8512022807, REGON 005483925 reprezentowanym przez: </w:t>
      </w:r>
      <w:r w:rsidR="00592F35" w:rsidRPr="008E625D">
        <w:rPr>
          <w:sz w:val="23"/>
          <w:szCs w:val="23"/>
        </w:rPr>
        <w:t xml:space="preserve">Pana </w:t>
      </w:r>
      <w:r w:rsidR="00A83581" w:rsidRPr="008E625D">
        <w:rPr>
          <w:b/>
          <w:sz w:val="23"/>
          <w:szCs w:val="23"/>
        </w:rPr>
        <w:t>Tomasz</w:t>
      </w:r>
      <w:r w:rsidR="00592F35" w:rsidRPr="008E625D">
        <w:rPr>
          <w:b/>
          <w:sz w:val="23"/>
          <w:szCs w:val="23"/>
        </w:rPr>
        <w:t>a</w:t>
      </w:r>
      <w:r w:rsidR="00A83581" w:rsidRPr="008E625D">
        <w:rPr>
          <w:b/>
          <w:sz w:val="23"/>
          <w:szCs w:val="23"/>
        </w:rPr>
        <w:t xml:space="preserve"> </w:t>
      </w:r>
      <w:proofErr w:type="spellStart"/>
      <w:r w:rsidR="00A83581" w:rsidRPr="008E625D">
        <w:rPr>
          <w:b/>
          <w:sz w:val="23"/>
          <w:szCs w:val="23"/>
        </w:rPr>
        <w:t>Wolend</w:t>
      </w:r>
      <w:r w:rsidR="00CE68D4">
        <w:rPr>
          <w:b/>
          <w:sz w:val="23"/>
          <w:szCs w:val="23"/>
        </w:rPr>
        <w:t>e</w:t>
      </w:r>
      <w:r w:rsidR="00592F35" w:rsidRPr="008E625D">
        <w:rPr>
          <w:b/>
          <w:sz w:val="23"/>
          <w:szCs w:val="23"/>
        </w:rPr>
        <w:t>ra</w:t>
      </w:r>
      <w:proofErr w:type="spellEnd"/>
      <w:r w:rsidR="00A83581" w:rsidRPr="008E625D">
        <w:rPr>
          <w:sz w:val="23"/>
          <w:szCs w:val="23"/>
        </w:rPr>
        <w:t xml:space="preserve"> – Zachodniopomorski</w:t>
      </w:r>
      <w:r w:rsidR="00592F35" w:rsidRPr="008E625D">
        <w:rPr>
          <w:sz w:val="23"/>
          <w:szCs w:val="23"/>
        </w:rPr>
        <w:t>ego</w:t>
      </w:r>
      <w:r w:rsidR="00A83581" w:rsidRPr="008E625D">
        <w:rPr>
          <w:sz w:val="23"/>
          <w:szCs w:val="23"/>
        </w:rPr>
        <w:t xml:space="preserve"> Wojewódzki</w:t>
      </w:r>
      <w:r w:rsidR="00592F35" w:rsidRPr="008E625D">
        <w:rPr>
          <w:sz w:val="23"/>
          <w:szCs w:val="23"/>
        </w:rPr>
        <w:t>ego</w:t>
      </w:r>
      <w:r w:rsidR="00A83581" w:rsidRPr="008E625D">
        <w:rPr>
          <w:sz w:val="23"/>
          <w:szCs w:val="23"/>
        </w:rPr>
        <w:t xml:space="preserve"> Konserwator</w:t>
      </w:r>
      <w:r w:rsidR="00592F35" w:rsidRPr="008E625D">
        <w:rPr>
          <w:sz w:val="23"/>
          <w:szCs w:val="23"/>
        </w:rPr>
        <w:t>a</w:t>
      </w:r>
      <w:r w:rsidR="00A83581" w:rsidRPr="008E625D">
        <w:rPr>
          <w:sz w:val="23"/>
          <w:szCs w:val="23"/>
        </w:rPr>
        <w:t xml:space="preserve"> Zabytków</w:t>
      </w:r>
      <w:r w:rsidR="00592F35" w:rsidRPr="008E625D">
        <w:rPr>
          <w:sz w:val="23"/>
          <w:szCs w:val="23"/>
        </w:rPr>
        <w:t xml:space="preserve">, </w:t>
      </w:r>
      <w:r w:rsidR="00A83581" w:rsidRPr="008E625D">
        <w:rPr>
          <w:sz w:val="23"/>
          <w:szCs w:val="23"/>
        </w:rPr>
        <w:t>zwan</w:t>
      </w:r>
      <w:r w:rsidR="00592F35" w:rsidRPr="008E625D">
        <w:rPr>
          <w:sz w:val="23"/>
          <w:szCs w:val="23"/>
        </w:rPr>
        <w:t>y</w:t>
      </w:r>
      <w:r w:rsidR="00A83581" w:rsidRPr="008E625D">
        <w:rPr>
          <w:sz w:val="23"/>
          <w:szCs w:val="23"/>
        </w:rPr>
        <w:t xml:space="preserve"> dalej „</w:t>
      </w:r>
      <w:r w:rsidR="00FE5517" w:rsidRPr="008E625D">
        <w:rPr>
          <w:sz w:val="23"/>
          <w:szCs w:val="23"/>
        </w:rPr>
        <w:t>Zamawiającym</w:t>
      </w:r>
      <w:r w:rsidR="00A83581" w:rsidRPr="008E625D">
        <w:rPr>
          <w:sz w:val="23"/>
          <w:szCs w:val="23"/>
        </w:rPr>
        <w:t>”</w:t>
      </w:r>
    </w:p>
    <w:p w14:paraId="63A007BD" w14:textId="77777777" w:rsidR="00A83581" w:rsidRPr="008E625D" w:rsidRDefault="00A83581" w:rsidP="00A83581">
      <w:pPr>
        <w:pStyle w:val="Bezodstpw"/>
        <w:rPr>
          <w:sz w:val="23"/>
          <w:szCs w:val="23"/>
        </w:rPr>
      </w:pPr>
      <w:r w:rsidRPr="008E625D">
        <w:rPr>
          <w:sz w:val="23"/>
          <w:szCs w:val="23"/>
        </w:rPr>
        <w:t>a</w:t>
      </w:r>
    </w:p>
    <w:p w14:paraId="2E9B2216" w14:textId="37C54E03" w:rsidR="00A83581" w:rsidRPr="008E625D" w:rsidRDefault="0001461E" w:rsidP="008E625D">
      <w:pPr>
        <w:pStyle w:val="Bezodstpw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>……….</w:t>
      </w:r>
      <w:r w:rsidR="00C617CB">
        <w:rPr>
          <w:sz w:val="23"/>
          <w:szCs w:val="23"/>
        </w:rPr>
        <w:t xml:space="preserve">, reprezentowaną przez </w:t>
      </w:r>
      <w:r>
        <w:rPr>
          <w:sz w:val="23"/>
          <w:szCs w:val="23"/>
        </w:rPr>
        <w:t>………….</w:t>
      </w:r>
      <w:r w:rsidR="00C617CB">
        <w:rPr>
          <w:sz w:val="23"/>
          <w:szCs w:val="23"/>
        </w:rPr>
        <w:t>,</w:t>
      </w:r>
      <w:r w:rsidR="008E625D" w:rsidRPr="008E625D">
        <w:rPr>
          <w:b/>
          <w:bCs/>
          <w:sz w:val="23"/>
          <w:szCs w:val="23"/>
        </w:rPr>
        <w:t xml:space="preserve"> </w:t>
      </w:r>
      <w:r w:rsidR="008E625D" w:rsidRPr="008E625D">
        <w:rPr>
          <w:sz w:val="23"/>
          <w:szCs w:val="23"/>
        </w:rPr>
        <w:t>zwan</w:t>
      </w:r>
      <w:r w:rsidR="00C617CB">
        <w:rPr>
          <w:sz w:val="23"/>
          <w:szCs w:val="23"/>
        </w:rPr>
        <w:t>ą</w:t>
      </w:r>
      <w:r w:rsidR="008E625D" w:rsidRPr="008E625D">
        <w:rPr>
          <w:sz w:val="23"/>
          <w:szCs w:val="23"/>
        </w:rPr>
        <w:t xml:space="preserve"> dale</w:t>
      </w:r>
      <w:r w:rsidR="00A83581" w:rsidRPr="008E625D">
        <w:rPr>
          <w:sz w:val="23"/>
          <w:szCs w:val="23"/>
        </w:rPr>
        <w:t>j „</w:t>
      </w:r>
      <w:r w:rsidR="00FE5517" w:rsidRPr="008E625D">
        <w:rPr>
          <w:sz w:val="23"/>
          <w:szCs w:val="23"/>
        </w:rPr>
        <w:t>Wykonawcą</w:t>
      </w:r>
      <w:r w:rsidR="00A83581" w:rsidRPr="008E625D">
        <w:rPr>
          <w:sz w:val="23"/>
          <w:szCs w:val="23"/>
        </w:rPr>
        <w:t>”,</w:t>
      </w:r>
    </w:p>
    <w:p w14:paraId="10775F2A" w14:textId="77777777" w:rsidR="00A83581" w:rsidRPr="008E625D" w:rsidRDefault="00A83581" w:rsidP="00A83581">
      <w:pPr>
        <w:pStyle w:val="Bezodstpw"/>
        <w:rPr>
          <w:sz w:val="23"/>
          <w:szCs w:val="23"/>
        </w:rPr>
      </w:pPr>
    </w:p>
    <w:p w14:paraId="79469FF3" w14:textId="77777777" w:rsidR="008E625D" w:rsidRPr="008E625D" w:rsidRDefault="00836657" w:rsidP="00A83581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Zamawiając</w:t>
      </w:r>
      <w:r w:rsidR="00592F35" w:rsidRPr="008E625D">
        <w:rPr>
          <w:sz w:val="23"/>
          <w:szCs w:val="23"/>
        </w:rPr>
        <w:t>y</w:t>
      </w:r>
      <w:r w:rsidR="00A83581" w:rsidRPr="008E625D">
        <w:rPr>
          <w:sz w:val="23"/>
          <w:szCs w:val="23"/>
        </w:rPr>
        <w:t xml:space="preserve"> oświadcza, że na dzień zawarcia niniejszej umowy nie uległy zmianie dane, które miałyby wpływ na ważność niniejszej umowy i są zgodne z dokumentami przedstawionymi na okoliczność jej zawarcia.</w:t>
      </w:r>
      <w:r w:rsidR="008E625D" w:rsidRPr="008E625D">
        <w:rPr>
          <w:sz w:val="23"/>
          <w:szCs w:val="23"/>
        </w:rPr>
        <w:t xml:space="preserve"> </w:t>
      </w:r>
    </w:p>
    <w:p w14:paraId="4F8A8F15" w14:textId="77777777" w:rsidR="008E625D" w:rsidRPr="008E625D" w:rsidRDefault="008E625D" w:rsidP="00A83581">
      <w:pPr>
        <w:pStyle w:val="Bezodstpw"/>
        <w:jc w:val="both"/>
        <w:rPr>
          <w:sz w:val="23"/>
          <w:szCs w:val="23"/>
        </w:rPr>
      </w:pPr>
    </w:p>
    <w:p w14:paraId="3EF78A5B" w14:textId="2573337A" w:rsidR="00A83581" w:rsidRPr="008E625D" w:rsidRDefault="00A83581" w:rsidP="00A83581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 xml:space="preserve">Podstawą zawarcia niniejszej umowy jest wybór </w:t>
      </w:r>
      <w:r w:rsidR="00836657" w:rsidRPr="008E625D">
        <w:rPr>
          <w:sz w:val="23"/>
          <w:szCs w:val="23"/>
        </w:rPr>
        <w:t>Wykonawcy</w:t>
      </w:r>
      <w:r w:rsidRPr="008E625D">
        <w:rPr>
          <w:sz w:val="23"/>
          <w:szCs w:val="23"/>
        </w:rPr>
        <w:t xml:space="preserve"> w wyniku przeprowadzenia postępowania w trybie zapytania ofertowego na podstawie wewnętrznego regulaminu.</w:t>
      </w:r>
    </w:p>
    <w:p w14:paraId="398391B6" w14:textId="77777777" w:rsidR="00A83581" w:rsidRPr="008E625D" w:rsidRDefault="00A83581" w:rsidP="00A83581">
      <w:pPr>
        <w:pStyle w:val="Bezodstpw"/>
        <w:rPr>
          <w:sz w:val="23"/>
          <w:szCs w:val="23"/>
        </w:rPr>
      </w:pPr>
    </w:p>
    <w:p w14:paraId="0779C5FE" w14:textId="77777777" w:rsidR="00A83581" w:rsidRPr="008E625D" w:rsidRDefault="00A83581" w:rsidP="00A83581">
      <w:pPr>
        <w:pStyle w:val="Bezodstpw"/>
        <w:jc w:val="center"/>
        <w:rPr>
          <w:sz w:val="23"/>
          <w:szCs w:val="23"/>
        </w:rPr>
      </w:pPr>
      <w:r w:rsidRPr="008E625D">
        <w:rPr>
          <w:sz w:val="23"/>
          <w:szCs w:val="23"/>
        </w:rPr>
        <w:t>§1</w:t>
      </w:r>
    </w:p>
    <w:p w14:paraId="65AD50B3" w14:textId="40A545C7" w:rsidR="00A83581" w:rsidRPr="008E625D" w:rsidRDefault="00A83581" w:rsidP="00A83581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 xml:space="preserve">1. </w:t>
      </w:r>
      <w:r w:rsidR="00836657" w:rsidRPr="008E625D">
        <w:rPr>
          <w:sz w:val="23"/>
          <w:szCs w:val="23"/>
        </w:rPr>
        <w:t>Zamawiający</w:t>
      </w:r>
      <w:r w:rsidRPr="008E625D">
        <w:rPr>
          <w:sz w:val="23"/>
          <w:szCs w:val="23"/>
        </w:rPr>
        <w:t xml:space="preserve"> zleca, a </w:t>
      </w:r>
      <w:r w:rsidR="00836657" w:rsidRPr="008E625D">
        <w:rPr>
          <w:sz w:val="23"/>
          <w:szCs w:val="23"/>
        </w:rPr>
        <w:t>Wykonaw</w:t>
      </w:r>
      <w:r w:rsidRPr="008E625D">
        <w:rPr>
          <w:sz w:val="23"/>
          <w:szCs w:val="23"/>
        </w:rPr>
        <w:t xml:space="preserve">ca przyjmuje do </w:t>
      </w:r>
      <w:r w:rsidR="00FE5517" w:rsidRPr="008E625D">
        <w:rPr>
          <w:sz w:val="23"/>
          <w:szCs w:val="23"/>
        </w:rPr>
        <w:t>realizacji</w:t>
      </w:r>
      <w:r w:rsidR="00407E31" w:rsidRPr="008E625D">
        <w:rPr>
          <w:sz w:val="23"/>
          <w:szCs w:val="23"/>
        </w:rPr>
        <w:t xml:space="preserve"> </w:t>
      </w:r>
      <w:r w:rsidR="003548E3">
        <w:rPr>
          <w:sz w:val="23"/>
          <w:szCs w:val="23"/>
        </w:rPr>
        <w:t>przedmiot umowy polegający</w:t>
      </w:r>
      <w:r w:rsidR="00407E31" w:rsidRPr="008E625D">
        <w:rPr>
          <w:sz w:val="23"/>
          <w:szCs w:val="23"/>
        </w:rPr>
        <w:t xml:space="preserve"> na </w:t>
      </w:r>
      <w:r w:rsidR="00F30C5E" w:rsidRPr="008E625D">
        <w:rPr>
          <w:sz w:val="23"/>
          <w:szCs w:val="23"/>
        </w:rPr>
        <w:t xml:space="preserve">wykonaniu </w:t>
      </w:r>
      <w:r w:rsidR="00961A26" w:rsidRPr="00961A26">
        <w:rPr>
          <w:sz w:val="23"/>
          <w:szCs w:val="23"/>
        </w:rPr>
        <w:t xml:space="preserve">karty ewidencyjnej zabytku nieruchomego dla obiektu: </w:t>
      </w:r>
      <w:r w:rsidR="00CC3F0E" w:rsidRPr="00CC3F0E">
        <w:rPr>
          <w:sz w:val="23"/>
          <w:szCs w:val="23"/>
        </w:rPr>
        <w:t xml:space="preserve">budynek w użytkowaniu ZHP położony przy ul. Stefana Żeromskiego 28 w Świnoujściu, dz. nr 60 </w:t>
      </w:r>
      <w:proofErr w:type="spellStart"/>
      <w:r w:rsidR="00CC3F0E" w:rsidRPr="00CC3F0E">
        <w:rPr>
          <w:sz w:val="23"/>
          <w:szCs w:val="23"/>
        </w:rPr>
        <w:t>obr</w:t>
      </w:r>
      <w:proofErr w:type="spellEnd"/>
      <w:r w:rsidR="00CC3F0E" w:rsidRPr="00CC3F0E">
        <w:rPr>
          <w:sz w:val="23"/>
          <w:szCs w:val="23"/>
        </w:rPr>
        <w:t>. 1 miasta Świnoujście</w:t>
      </w:r>
      <w:r w:rsidR="00961A26">
        <w:rPr>
          <w:sz w:val="23"/>
          <w:szCs w:val="23"/>
        </w:rPr>
        <w:t xml:space="preserve"> </w:t>
      </w:r>
      <w:r w:rsidR="00FE5517" w:rsidRPr="008E625D">
        <w:rPr>
          <w:sz w:val="23"/>
          <w:szCs w:val="23"/>
        </w:rPr>
        <w:t xml:space="preserve">zgodnie z ofertą z dnia </w:t>
      </w:r>
      <w:r w:rsidR="003548E3">
        <w:rPr>
          <w:sz w:val="23"/>
          <w:szCs w:val="23"/>
        </w:rPr>
        <w:t>…01.2026</w:t>
      </w:r>
      <w:r w:rsidR="008E625D" w:rsidRPr="008E625D">
        <w:rPr>
          <w:sz w:val="23"/>
          <w:szCs w:val="23"/>
        </w:rPr>
        <w:t xml:space="preserve"> r.</w:t>
      </w:r>
      <w:r w:rsidR="00CE68D4" w:rsidRPr="00CE68D4">
        <w:t xml:space="preserve"> </w:t>
      </w:r>
    </w:p>
    <w:p w14:paraId="020956D3" w14:textId="792DF40B" w:rsidR="00D71322" w:rsidRPr="008E625D" w:rsidRDefault="00CE68D4" w:rsidP="00961A26">
      <w:pPr>
        <w:pStyle w:val="Bezodstpw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</w:t>
      </w:r>
      <w:r w:rsidR="00961A26" w:rsidRPr="00961A26">
        <w:rPr>
          <w:sz w:val="23"/>
          <w:szCs w:val="23"/>
        </w:rPr>
        <w:t>Karta ewidencyjna zabytku nieruchomego wpisanego do rejestru zabytków powinna być przygotowana zgodnie z Rozporządzeniem Ministra Kultury i Dziedzictwa Narodowego z dnia 26 maja 2011 r. w sprawie prowadzenia rejestru zabytków, krajowej, wojewódzkiej i gminnej ewidencji zabytków oraz krajowego wykazu zabytków skradzionych lub wywiezionych za granicę niezgodnie z prawem - wzór karty - załącznik nr 2 do Rozporządzenia</w:t>
      </w:r>
      <w:r w:rsidR="00D71322" w:rsidRPr="008E625D">
        <w:rPr>
          <w:sz w:val="23"/>
          <w:szCs w:val="23"/>
        </w:rPr>
        <w:t>.</w:t>
      </w:r>
    </w:p>
    <w:p w14:paraId="066A204B" w14:textId="77777777" w:rsidR="00F30C5E" w:rsidRPr="008E625D" w:rsidRDefault="00F30C5E" w:rsidP="00514082">
      <w:pPr>
        <w:pStyle w:val="Bezodstpw"/>
        <w:jc w:val="center"/>
        <w:rPr>
          <w:sz w:val="23"/>
          <w:szCs w:val="23"/>
        </w:rPr>
      </w:pPr>
    </w:p>
    <w:p w14:paraId="72025185" w14:textId="0F38859A" w:rsidR="00A83581" w:rsidRPr="008E625D" w:rsidRDefault="00A83581" w:rsidP="00514082">
      <w:pPr>
        <w:pStyle w:val="Bezodstpw"/>
        <w:jc w:val="center"/>
        <w:rPr>
          <w:sz w:val="23"/>
          <w:szCs w:val="23"/>
        </w:rPr>
      </w:pPr>
      <w:r w:rsidRPr="008E625D">
        <w:rPr>
          <w:sz w:val="23"/>
          <w:szCs w:val="23"/>
        </w:rPr>
        <w:t>§2</w:t>
      </w:r>
    </w:p>
    <w:p w14:paraId="5DFE4DCE" w14:textId="4B950C6F" w:rsidR="00FE5517" w:rsidRPr="008E625D" w:rsidRDefault="00FE5517" w:rsidP="00FE5517">
      <w:pPr>
        <w:pStyle w:val="Bezodstpw"/>
        <w:jc w:val="both"/>
        <w:rPr>
          <w:b/>
          <w:bCs/>
          <w:sz w:val="23"/>
          <w:szCs w:val="23"/>
        </w:rPr>
      </w:pPr>
      <w:r w:rsidRPr="008E625D">
        <w:rPr>
          <w:sz w:val="23"/>
          <w:szCs w:val="23"/>
        </w:rPr>
        <w:t>1. Wykonawca zobowiązuje się przygotować ekspertyzę</w:t>
      </w:r>
      <w:r w:rsidR="00407E31" w:rsidRPr="008E625D">
        <w:rPr>
          <w:sz w:val="23"/>
          <w:szCs w:val="23"/>
        </w:rPr>
        <w:t xml:space="preserve"> </w:t>
      </w:r>
      <w:r w:rsidRPr="008E625D">
        <w:rPr>
          <w:sz w:val="23"/>
          <w:szCs w:val="23"/>
        </w:rPr>
        <w:t>w formie opisowej obejmującej wszystkie zagadnienia wskazane w § 1 ust. 2 oraz w formie graficznej zawierającej także dokumentację fotograficzną przeprowadzonych prac</w:t>
      </w:r>
      <w:r w:rsidR="00084835" w:rsidRPr="008E625D">
        <w:rPr>
          <w:sz w:val="23"/>
          <w:szCs w:val="23"/>
        </w:rPr>
        <w:t xml:space="preserve"> w terminie </w:t>
      </w:r>
      <w:r w:rsidR="00084835" w:rsidRPr="008E625D">
        <w:rPr>
          <w:b/>
          <w:bCs/>
          <w:sz w:val="23"/>
          <w:szCs w:val="23"/>
        </w:rPr>
        <w:t xml:space="preserve">do </w:t>
      </w:r>
      <w:r w:rsidR="00961A26">
        <w:rPr>
          <w:b/>
          <w:bCs/>
          <w:sz w:val="23"/>
          <w:szCs w:val="23"/>
        </w:rPr>
        <w:t>13 kwietnia</w:t>
      </w:r>
      <w:r w:rsidR="00993C1B">
        <w:rPr>
          <w:b/>
          <w:bCs/>
          <w:sz w:val="23"/>
          <w:szCs w:val="23"/>
        </w:rPr>
        <w:t xml:space="preserve"> 202</w:t>
      </w:r>
      <w:r w:rsidR="00961A26">
        <w:rPr>
          <w:b/>
          <w:bCs/>
          <w:sz w:val="23"/>
          <w:szCs w:val="23"/>
        </w:rPr>
        <w:t>6</w:t>
      </w:r>
      <w:r w:rsidR="00407E31" w:rsidRPr="008E625D">
        <w:rPr>
          <w:b/>
          <w:bCs/>
          <w:sz w:val="23"/>
          <w:szCs w:val="23"/>
        </w:rPr>
        <w:t xml:space="preserve"> r</w:t>
      </w:r>
      <w:r w:rsidR="00084835" w:rsidRPr="008E625D">
        <w:rPr>
          <w:b/>
          <w:bCs/>
          <w:sz w:val="23"/>
          <w:szCs w:val="23"/>
        </w:rPr>
        <w:t>.</w:t>
      </w:r>
    </w:p>
    <w:p w14:paraId="6B047074" w14:textId="6082C9A5" w:rsidR="004A06EA" w:rsidRPr="008E625D" w:rsidRDefault="004A06EA" w:rsidP="004A06EA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 xml:space="preserve">2. W dniu odbioru </w:t>
      </w:r>
      <w:bookmarkStart w:id="0" w:name="_Hlk149117708"/>
      <w:r w:rsidRPr="008E625D">
        <w:rPr>
          <w:sz w:val="23"/>
          <w:szCs w:val="23"/>
        </w:rPr>
        <w:t xml:space="preserve">przedmiotu umowy  </w:t>
      </w:r>
      <w:bookmarkEnd w:id="0"/>
      <w:r w:rsidRPr="008E625D">
        <w:rPr>
          <w:sz w:val="23"/>
          <w:szCs w:val="23"/>
        </w:rPr>
        <w:t>strony sporządzą protokół odbioru. Protokół odbioru dzieła powinien zawierać w szczególności:</w:t>
      </w:r>
    </w:p>
    <w:p w14:paraId="245B102C" w14:textId="6FD04B94" w:rsidR="004A06EA" w:rsidRPr="008E625D" w:rsidRDefault="004A06EA" w:rsidP="004A06EA">
      <w:pPr>
        <w:pStyle w:val="Bezodstpw"/>
        <w:numPr>
          <w:ilvl w:val="0"/>
          <w:numId w:val="4"/>
        </w:numPr>
        <w:jc w:val="both"/>
        <w:rPr>
          <w:sz w:val="23"/>
          <w:szCs w:val="23"/>
        </w:rPr>
      </w:pPr>
      <w:r w:rsidRPr="008E625D">
        <w:rPr>
          <w:sz w:val="23"/>
          <w:szCs w:val="23"/>
        </w:rPr>
        <w:t>datę i miejsce odbioru przedmiotu umowy;</w:t>
      </w:r>
    </w:p>
    <w:p w14:paraId="54882F8A" w14:textId="4C2756DA" w:rsidR="004A06EA" w:rsidRPr="008E625D" w:rsidRDefault="004A06EA" w:rsidP="004A06EA">
      <w:pPr>
        <w:pStyle w:val="Bezodstpw"/>
        <w:numPr>
          <w:ilvl w:val="0"/>
          <w:numId w:val="4"/>
        </w:numPr>
        <w:jc w:val="both"/>
        <w:rPr>
          <w:sz w:val="23"/>
          <w:szCs w:val="23"/>
        </w:rPr>
      </w:pPr>
      <w:r w:rsidRPr="008E625D">
        <w:rPr>
          <w:sz w:val="23"/>
          <w:szCs w:val="23"/>
        </w:rPr>
        <w:t>ocenę prawidłowości wykonania przedmiotu umowy  oraz jego zgodności z postanowieniami umowy;</w:t>
      </w:r>
    </w:p>
    <w:p w14:paraId="0794ACE2" w14:textId="0F069190" w:rsidR="004A06EA" w:rsidRPr="008E625D" w:rsidRDefault="004A06EA" w:rsidP="004A06EA">
      <w:pPr>
        <w:pStyle w:val="Bezodstpw"/>
        <w:numPr>
          <w:ilvl w:val="0"/>
          <w:numId w:val="4"/>
        </w:numPr>
        <w:jc w:val="both"/>
        <w:rPr>
          <w:sz w:val="23"/>
          <w:szCs w:val="23"/>
        </w:rPr>
      </w:pPr>
      <w:r w:rsidRPr="008E625D">
        <w:rPr>
          <w:sz w:val="23"/>
          <w:szCs w:val="23"/>
        </w:rPr>
        <w:t>oświadczenie Zamawiającego o istnieniu bądź braku wad w wykonaniu przedmiotu umowy;</w:t>
      </w:r>
    </w:p>
    <w:p w14:paraId="6DB91538" w14:textId="1002680D" w:rsidR="004A06EA" w:rsidRPr="008E625D" w:rsidRDefault="004A06EA" w:rsidP="004A06EA">
      <w:pPr>
        <w:pStyle w:val="Bezodstpw"/>
        <w:numPr>
          <w:ilvl w:val="0"/>
          <w:numId w:val="4"/>
        </w:numPr>
        <w:jc w:val="both"/>
        <w:rPr>
          <w:sz w:val="23"/>
          <w:szCs w:val="23"/>
        </w:rPr>
      </w:pPr>
      <w:r w:rsidRPr="008E625D">
        <w:rPr>
          <w:sz w:val="23"/>
          <w:szCs w:val="23"/>
        </w:rPr>
        <w:t>potwierdzenie prawidłowego i terminowego wykonania przedmiotu umowy;</w:t>
      </w:r>
    </w:p>
    <w:p w14:paraId="36C4391C" w14:textId="6B6DD6A1" w:rsidR="004A06EA" w:rsidRPr="008E625D" w:rsidRDefault="004A06EA" w:rsidP="004A06EA">
      <w:pPr>
        <w:pStyle w:val="Bezodstpw"/>
        <w:numPr>
          <w:ilvl w:val="0"/>
          <w:numId w:val="4"/>
        </w:numPr>
        <w:jc w:val="both"/>
        <w:rPr>
          <w:sz w:val="23"/>
          <w:szCs w:val="23"/>
        </w:rPr>
      </w:pPr>
      <w:r w:rsidRPr="008E625D">
        <w:rPr>
          <w:sz w:val="23"/>
          <w:szCs w:val="23"/>
        </w:rPr>
        <w:t>w przypadku stwierdzenia wad - zobowiązanie Wykonawcy do ich usunięcia w ramach wynagrodzenia, o którym mowa w § 6 ust. 2 oraz w terminie wskazanym przez Zamawiającego.</w:t>
      </w:r>
    </w:p>
    <w:p w14:paraId="7FFBC6A7" w14:textId="7DF9CFDF" w:rsidR="00FE5517" w:rsidRPr="008E625D" w:rsidRDefault="00143951" w:rsidP="00993C1B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3</w:t>
      </w:r>
      <w:r w:rsidR="00FE5517" w:rsidRPr="008E625D">
        <w:rPr>
          <w:sz w:val="23"/>
          <w:szCs w:val="23"/>
        </w:rPr>
        <w:t>. Wykonawca oświadcza, że rezultatem realizacji umowy będzie utwór w rozumieniu ustawy z dnia 4 lutego 1994 r. o prawie autorskim i prawach pokrewnych</w:t>
      </w:r>
      <w:r w:rsidRPr="008E625D">
        <w:rPr>
          <w:sz w:val="23"/>
          <w:szCs w:val="23"/>
        </w:rPr>
        <w:t xml:space="preserve"> (Dz. U. z 202</w:t>
      </w:r>
      <w:r w:rsidR="00993C1B">
        <w:rPr>
          <w:sz w:val="23"/>
          <w:szCs w:val="23"/>
        </w:rPr>
        <w:t>5</w:t>
      </w:r>
      <w:r w:rsidRPr="008E625D">
        <w:rPr>
          <w:sz w:val="23"/>
          <w:szCs w:val="23"/>
        </w:rPr>
        <w:t xml:space="preserve"> r. poz. </w:t>
      </w:r>
      <w:r w:rsidR="00993C1B">
        <w:rPr>
          <w:sz w:val="23"/>
          <w:szCs w:val="23"/>
        </w:rPr>
        <w:t>24</w:t>
      </w:r>
      <w:r w:rsidRPr="008E625D">
        <w:rPr>
          <w:sz w:val="23"/>
          <w:szCs w:val="23"/>
        </w:rPr>
        <w:t xml:space="preserve"> ze zm.)</w:t>
      </w:r>
      <w:r w:rsidR="00FE5517" w:rsidRPr="008E625D">
        <w:rPr>
          <w:sz w:val="23"/>
          <w:szCs w:val="23"/>
        </w:rPr>
        <w:t>.</w:t>
      </w:r>
    </w:p>
    <w:p w14:paraId="7900E74E" w14:textId="7A32A8EE" w:rsidR="00514082" w:rsidRPr="008E625D" w:rsidRDefault="00143951" w:rsidP="00FE551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4</w:t>
      </w:r>
      <w:r w:rsidR="00FE5517" w:rsidRPr="008E625D">
        <w:rPr>
          <w:sz w:val="23"/>
          <w:szCs w:val="23"/>
        </w:rPr>
        <w:t>. Wykonawca oświadcza, że przysługuje mu do dzieła wyłączne i nieograniczone prawo autorskie (osobiste i majątkowe). Wykonawca zapewnia, iż dzieło stanowiące przedmiot umowy nie jest obciążone żadnymi roszczeniami i innymi prawami osób trzecich.</w:t>
      </w:r>
    </w:p>
    <w:p w14:paraId="32B6983E" w14:textId="267B3F42" w:rsidR="00084835" w:rsidRPr="008E625D" w:rsidRDefault="00143951" w:rsidP="00084835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5</w:t>
      </w:r>
      <w:r w:rsidR="00FE5517" w:rsidRPr="008E625D">
        <w:rPr>
          <w:sz w:val="23"/>
          <w:szCs w:val="23"/>
        </w:rPr>
        <w:t>. Wykonawca zobowiązany jest do przekazania dokumentacji w wersji papierowej i elektronicznej na płycie CD</w:t>
      </w:r>
      <w:r w:rsidR="004A06EA" w:rsidRPr="008E625D">
        <w:rPr>
          <w:sz w:val="23"/>
          <w:szCs w:val="23"/>
        </w:rPr>
        <w:t>,</w:t>
      </w:r>
      <w:r w:rsidR="00FE5517" w:rsidRPr="008E625D">
        <w:rPr>
          <w:sz w:val="23"/>
          <w:szCs w:val="23"/>
        </w:rPr>
        <w:t xml:space="preserve"> DVD </w:t>
      </w:r>
      <w:r w:rsidR="004A06EA" w:rsidRPr="008E625D">
        <w:rPr>
          <w:sz w:val="23"/>
          <w:szCs w:val="23"/>
        </w:rPr>
        <w:t xml:space="preserve">lub PENDRIVE </w:t>
      </w:r>
      <w:r w:rsidR="00FE5517" w:rsidRPr="008E625D">
        <w:rPr>
          <w:sz w:val="23"/>
          <w:szCs w:val="23"/>
        </w:rPr>
        <w:t>dołączonej do wersji papierowej.</w:t>
      </w:r>
      <w:r w:rsidR="00084835" w:rsidRPr="008E625D">
        <w:rPr>
          <w:sz w:val="23"/>
          <w:szCs w:val="23"/>
        </w:rPr>
        <w:t xml:space="preserve"> Wykonawca dostarczy dokument w terminie wskazanym w umowie w </w:t>
      </w:r>
      <w:r w:rsidR="005E2BA1" w:rsidRPr="008E625D">
        <w:rPr>
          <w:sz w:val="23"/>
          <w:szCs w:val="23"/>
        </w:rPr>
        <w:t>3</w:t>
      </w:r>
      <w:r w:rsidR="00084835" w:rsidRPr="008E625D">
        <w:rPr>
          <w:sz w:val="23"/>
          <w:szCs w:val="23"/>
        </w:rPr>
        <w:t xml:space="preserve"> egzemplarzach a Zamawiający dokona sprawdzenia przedmiotu zamówienia i odbierze go w terminie 7 dni od daty jego otrzymania na podstawie protokołu zdawczo-odbiorczego.</w:t>
      </w:r>
      <w:r w:rsidR="00993C1B">
        <w:rPr>
          <w:sz w:val="23"/>
          <w:szCs w:val="23"/>
        </w:rPr>
        <w:t xml:space="preserve"> </w:t>
      </w:r>
      <w:r w:rsidR="00993C1B" w:rsidRPr="00961A26">
        <w:rPr>
          <w:b/>
          <w:bCs/>
          <w:sz w:val="23"/>
          <w:szCs w:val="23"/>
        </w:rPr>
        <w:t xml:space="preserve">Przed przesłaniem wersji ostatecznej Wykonawca </w:t>
      </w:r>
      <w:r w:rsidR="00993C1B" w:rsidRPr="00961A26">
        <w:rPr>
          <w:b/>
          <w:bCs/>
          <w:sz w:val="23"/>
          <w:szCs w:val="23"/>
        </w:rPr>
        <w:lastRenderedPageBreak/>
        <w:t xml:space="preserve">zobowiązany jest do przesłania wersji wstępnej ekspertyzy drogą </w:t>
      </w:r>
      <w:proofErr w:type="spellStart"/>
      <w:r w:rsidR="00993C1B" w:rsidRPr="00961A26">
        <w:rPr>
          <w:b/>
          <w:bCs/>
          <w:sz w:val="23"/>
          <w:szCs w:val="23"/>
        </w:rPr>
        <w:t>emailową</w:t>
      </w:r>
      <w:proofErr w:type="spellEnd"/>
      <w:r w:rsidR="00993C1B" w:rsidRPr="00961A26">
        <w:rPr>
          <w:b/>
          <w:bCs/>
          <w:sz w:val="23"/>
          <w:szCs w:val="23"/>
        </w:rPr>
        <w:t xml:space="preserve"> na adresy wskazane w umowie do pracowników odpowiedzialnych za niniejsze zadanie</w:t>
      </w:r>
      <w:r w:rsidR="00993C1B" w:rsidRPr="00993C1B">
        <w:rPr>
          <w:sz w:val="23"/>
          <w:szCs w:val="23"/>
        </w:rPr>
        <w:t>.</w:t>
      </w:r>
    </w:p>
    <w:p w14:paraId="21FB5492" w14:textId="47248E50" w:rsidR="00084835" w:rsidRPr="008E625D" w:rsidRDefault="00143951" w:rsidP="00084835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6</w:t>
      </w:r>
      <w:r w:rsidR="00084835" w:rsidRPr="008E625D">
        <w:rPr>
          <w:sz w:val="23"/>
          <w:szCs w:val="23"/>
        </w:rPr>
        <w:t>. Wykonawca zobowiązuje się wykonać umowę z najwyższą starannością, z uwzględnieniem profesjonalnego charakteru świadczonych usług i zgodnie z obowiązującymi przepisami prawa.</w:t>
      </w:r>
    </w:p>
    <w:p w14:paraId="41E83AE8" w14:textId="3DA908FC" w:rsidR="00084835" w:rsidRPr="008E625D" w:rsidRDefault="00143951" w:rsidP="00084835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7</w:t>
      </w:r>
      <w:r w:rsidR="00084835" w:rsidRPr="008E625D">
        <w:rPr>
          <w:sz w:val="23"/>
          <w:szCs w:val="23"/>
        </w:rPr>
        <w:t xml:space="preserve">. W przypadku ujawnienia wad Zamawiający zgłosi je Wykonawcy mailem na adres: </w:t>
      </w:r>
      <w:r w:rsidR="0001461E" w:rsidRPr="0001461E">
        <w:t>…………..</w:t>
      </w:r>
      <w:r w:rsidR="00C617CB">
        <w:t xml:space="preserve"> </w:t>
      </w:r>
    </w:p>
    <w:p w14:paraId="0528B645" w14:textId="3BA175B1" w:rsidR="00084835" w:rsidRPr="008E625D" w:rsidRDefault="00143951" w:rsidP="00084835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8</w:t>
      </w:r>
      <w:r w:rsidR="00084835" w:rsidRPr="008E625D">
        <w:rPr>
          <w:sz w:val="23"/>
          <w:szCs w:val="23"/>
        </w:rPr>
        <w:t xml:space="preserve">. Wykonawca usunie zgłoszone przez Zamawiającego wady dzieła w ciągu </w:t>
      </w:r>
      <w:r w:rsidRPr="008E625D">
        <w:rPr>
          <w:sz w:val="23"/>
          <w:szCs w:val="23"/>
        </w:rPr>
        <w:t>5</w:t>
      </w:r>
      <w:r w:rsidR="00084835" w:rsidRPr="008E625D">
        <w:rPr>
          <w:sz w:val="23"/>
          <w:szCs w:val="23"/>
        </w:rPr>
        <w:t xml:space="preserve"> dni roboczych od daty zgłoszenia wady przez Zamawiającego bez prawa do dodatkowego wynagrodzenia.</w:t>
      </w:r>
    </w:p>
    <w:p w14:paraId="05E51C55" w14:textId="77777777" w:rsidR="00FE5517" w:rsidRPr="008E625D" w:rsidRDefault="00FE5517" w:rsidP="00FE5517">
      <w:pPr>
        <w:pStyle w:val="Bezodstpw"/>
        <w:jc w:val="both"/>
        <w:rPr>
          <w:sz w:val="23"/>
          <w:szCs w:val="23"/>
        </w:rPr>
      </w:pPr>
    </w:p>
    <w:p w14:paraId="417CA340" w14:textId="77777777" w:rsidR="00A83581" w:rsidRPr="008E625D" w:rsidRDefault="00A83581" w:rsidP="00514082">
      <w:pPr>
        <w:pStyle w:val="Bezodstpw"/>
        <w:jc w:val="center"/>
        <w:rPr>
          <w:sz w:val="23"/>
          <w:szCs w:val="23"/>
        </w:rPr>
      </w:pPr>
      <w:r w:rsidRPr="008E625D">
        <w:rPr>
          <w:sz w:val="23"/>
          <w:szCs w:val="23"/>
        </w:rPr>
        <w:t>§3</w:t>
      </w:r>
    </w:p>
    <w:p w14:paraId="658F94D5" w14:textId="29777D8A" w:rsidR="00FE5517" w:rsidRPr="008E625D" w:rsidRDefault="00FE5517" w:rsidP="00A5267B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 xml:space="preserve">1. Osobą odpowiedzialną za realizację umowy ze strony Zamawiającego, w tym odbiór dzieła, jest </w:t>
      </w:r>
      <w:r w:rsidR="00AB5B61" w:rsidRPr="008E625D">
        <w:rPr>
          <w:sz w:val="23"/>
          <w:szCs w:val="23"/>
        </w:rPr>
        <w:t xml:space="preserve">Pani </w:t>
      </w:r>
      <w:r w:rsidR="00D71322" w:rsidRPr="008E625D">
        <w:rPr>
          <w:sz w:val="23"/>
          <w:szCs w:val="23"/>
        </w:rPr>
        <w:t>Agnieszka Rychlicka</w:t>
      </w:r>
      <w:r w:rsidR="00AB5B61" w:rsidRPr="008E625D">
        <w:rPr>
          <w:sz w:val="23"/>
          <w:szCs w:val="23"/>
        </w:rPr>
        <w:t xml:space="preserve"> </w:t>
      </w:r>
      <w:r w:rsidRPr="008E625D">
        <w:rPr>
          <w:sz w:val="23"/>
          <w:szCs w:val="23"/>
        </w:rPr>
        <w:t xml:space="preserve">nr tel. </w:t>
      </w:r>
      <w:r w:rsidR="00C9160C" w:rsidRPr="008E625D">
        <w:rPr>
          <w:sz w:val="23"/>
          <w:szCs w:val="23"/>
        </w:rPr>
        <w:t>914337066</w:t>
      </w:r>
      <w:r w:rsidRPr="008E625D">
        <w:rPr>
          <w:sz w:val="23"/>
          <w:szCs w:val="23"/>
        </w:rPr>
        <w:t xml:space="preserve"> wew. </w:t>
      </w:r>
      <w:r w:rsidR="00D71322" w:rsidRPr="008E625D">
        <w:rPr>
          <w:sz w:val="23"/>
          <w:szCs w:val="23"/>
        </w:rPr>
        <w:t>13</w:t>
      </w:r>
      <w:r w:rsidRPr="008E625D">
        <w:rPr>
          <w:sz w:val="23"/>
          <w:szCs w:val="23"/>
        </w:rPr>
        <w:t xml:space="preserve"> email </w:t>
      </w:r>
      <w:hyperlink r:id="rId7" w:history="1">
        <w:r w:rsidR="0001461E" w:rsidRPr="00A42900">
          <w:rPr>
            <w:rStyle w:val="Hipercze"/>
            <w:sz w:val="23"/>
            <w:szCs w:val="23"/>
          </w:rPr>
          <w:t>arychlicka@wkz.szczecin.pl</w:t>
        </w:r>
      </w:hyperlink>
      <w:r w:rsidRPr="008E625D">
        <w:rPr>
          <w:sz w:val="23"/>
          <w:szCs w:val="23"/>
        </w:rPr>
        <w:t>.</w:t>
      </w:r>
    </w:p>
    <w:p w14:paraId="055F720F" w14:textId="38D18654" w:rsidR="00A5267B" w:rsidRPr="008E625D" w:rsidRDefault="00A5267B" w:rsidP="00A5267B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 xml:space="preserve">2. Osobą odpowiedzialną za techniczną stronę umowy ze strony Zamawiającego jest Pan Łukasz Goszczyński nr tel. 914337066 wew. 37 email </w:t>
      </w:r>
      <w:hyperlink r:id="rId8" w:history="1">
        <w:r w:rsidR="00C9160C" w:rsidRPr="008E625D">
          <w:rPr>
            <w:rStyle w:val="Hipercze"/>
            <w:sz w:val="23"/>
            <w:szCs w:val="23"/>
          </w:rPr>
          <w:t>zamowienia@wkz.szczecin.pl</w:t>
        </w:r>
      </w:hyperlink>
      <w:r w:rsidR="00C9160C" w:rsidRPr="008E625D">
        <w:rPr>
          <w:sz w:val="23"/>
          <w:szCs w:val="23"/>
        </w:rPr>
        <w:t xml:space="preserve"> </w:t>
      </w:r>
      <w:r w:rsidRPr="008E625D">
        <w:rPr>
          <w:sz w:val="23"/>
          <w:szCs w:val="23"/>
        </w:rPr>
        <w:t xml:space="preserve"> </w:t>
      </w:r>
    </w:p>
    <w:p w14:paraId="39A75056" w14:textId="77777777" w:rsidR="00A5267B" w:rsidRPr="008E625D" w:rsidRDefault="00A5267B" w:rsidP="00A5267B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3. Osobą do kontaktu z Zamawiającym z ramienia Wykonawcy, upoważnioną do podpisania</w:t>
      </w:r>
    </w:p>
    <w:p w14:paraId="62C1D77F" w14:textId="0ADE5D5F" w:rsidR="00A5267B" w:rsidRPr="008E625D" w:rsidRDefault="00A5267B" w:rsidP="00A5267B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 xml:space="preserve">protokołu zdawczo – odbiorczego, jest </w:t>
      </w:r>
      <w:r w:rsidR="0001461E">
        <w:rPr>
          <w:sz w:val="23"/>
          <w:szCs w:val="23"/>
        </w:rPr>
        <w:t>…..</w:t>
      </w:r>
      <w:r w:rsidR="00C617CB">
        <w:rPr>
          <w:sz w:val="23"/>
          <w:szCs w:val="23"/>
        </w:rPr>
        <w:t xml:space="preserve"> </w:t>
      </w:r>
      <w:r w:rsidRPr="008E625D">
        <w:rPr>
          <w:sz w:val="23"/>
          <w:szCs w:val="23"/>
        </w:rPr>
        <w:t xml:space="preserve">tel. </w:t>
      </w:r>
      <w:r w:rsidR="0001461E">
        <w:rPr>
          <w:sz w:val="23"/>
          <w:szCs w:val="23"/>
        </w:rPr>
        <w:t>……</w:t>
      </w:r>
      <w:r w:rsidR="008E625D" w:rsidRPr="008E625D">
        <w:rPr>
          <w:sz w:val="23"/>
          <w:szCs w:val="23"/>
        </w:rPr>
        <w:t>,</w:t>
      </w:r>
      <w:r w:rsidRPr="008E625D">
        <w:rPr>
          <w:sz w:val="23"/>
          <w:szCs w:val="23"/>
        </w:rPr>
        <w:t xml:space="preserve"> e-mail: </w:t>
      </w:r>
      <w:r w:rsidR="0001461E" w:rsidRPr="0001461E">
        <w:t>……….</w:t>
      </w:r>
      <w:r w:rsidR="00C617CB">
        <w:t xml:space="preserve"> </w:t>
      </w:r>
    </w:p>
    <w:p w14:paraId="5CA5F7F0" w14:textId="4174FE53" w:rsidR="00514082" w:rsidRPr="008E625D" w:rsidRDefault="00A5267B" w:rsidP="00A5267B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4. Zmiana osób i danych o których mowa w ust. 1 i 2 następuje poprzez pisemne lub elektroniczne powiadomienie drugiej Strony i nie stanowi zmian Umowy</w:t>
      </w:r>
      <w:r w:rsidR="00FE5517" w:rsidRPr="008E625D">
        <w:rPr>
          <w:sz w:val="23"/>
          <w:szCs w:val="23"/>
        </w:rPr>
        <w:t>.</w:t>
      </w:r>
    </w:p>
    <w:p w14:paraId="662594A4" w14:textId="77777777" w:rsidR="00084835" w:rsidRPr="008E625D" w:rsidRDefault="00084835" w:rsidP="00514082">
      <w:pPr>
        <w:pStyle w:val="Bezodstpw"/>
        <w:jc w:val="center"/>
        <w:rPr>
          <w:sz w:val="23"/>
          <w:szCs w:val="23"/>
        </w:rPr>
      </w:pPr>
    </w:p>
    <w:p w14:paraId="4AC44B58" w14:textId="77777777" w:rsidR="00A83581" w:rsidRPr="008E625D" w:rsidRDefault="00A83581" w:rsidP="00514082">
      <w:pPr>
        <w:pStyle w:val="Bezodstpw"/>
        <w:jc w:val="center"/>
        <w:rPr>
          <w:sz w:val="23"/>
          <w:szCs w:val="23"/>
        </w:rPr>
      </w:pPr>
      <w:r w:rsidRPr="008E625D">
        <w:rPr>
          <w:sz w:val="23"/>
          <w:szCs w:val="23"/>
        </w:rPr>
        <w:t>§ 4</w:t>
      </w:r>
    </w:p>
    <w:p w14:paraId="343656DC" w14:textId="4ADA454D" w:rsidR="00F51670" w:rsidRPr="008E625D" w:rsidRDefault="00F51670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1. Termin  wykonania ekspertyzy może zostać zmieniony w drodze aneksu do umowy jedynie w przypadku złych warunków atmosferycznych lub okoliczności obiektywnych niewynikających z winy Wykonawcy, w tym w przypadku zaistnienia siły wyższej.</w:t>
      </w:r>
    </w:p>
    <w:p w14:paraId="635B770E" w14:textId="77777777" w:rsidR="00836657" w:rsidRPr="008E625D" w:rsidRDefault="00836657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2. Jeżeli Wykonawca opóźnia się z rozpoczęciem lub wykończeniem usługi tak dalece, że nie jest prawdopodobne, żeby zdołał je ukończyć w terminie, Zamawiający może bez wyznaczenia terminu dodatkowego od umowy odstąpić.</w:t>
      </w:r>
    </w:p>
    <w:p w14:paraId="46F330D9" w14:textId="77777777" w:rsidR="00084835" w:rsidRPr="008E625D" w:rsidRDefault="00084835" w:rsidP="00084835">
      <w:pPr>
        <w:pStyle w:val="Bezodstpw"/>
        <w:rPr>
          <w:sz w:val="23"/>
          <w:szCs w:val="23"/>
        </w:rPr>
      </w:pPr>
    </w:p>
    <w:p w14:paraId="7AA5C9B9" w14:textId="30658B54" w:rsidR="00A83581" w:rsidRPr="008E625D" w:rsidRDefault="00A83581" w:rsidP="00514082">
      <w:pPr>
        <w:pStyle w:val="Bezodstpw"/>
        <w:jc w:val="center"/>
        <w:rPr>
          <w:sz w:val="23"/>
          <w:szCs w:val="23"/>
        </w:rPr>
      </w:pPr>
      <w:r w:rsidRPr="008E625D">
        <w:rPr>
          <w:sz w:val="23"/>
          <w:szCs w:val="23"/>
        </w:rPr>
        <w:t>§ 5</w:t>
      </w:r>
    </w:p>
    <w:p w14:paraId="62373EBF" w14:textId="77777777" w:rsidR="003548E3" w:rsidRPr="003548E3" w:rsidRDefault="003548E3" w:rsidP="003548E3">
      <w:pPr>
        <w:pStyle w:val="Bezodstpw"/>
        <w:jc w:val="both"/>
        <w:rPr>
          <w:sz w:val="23"/>
          <w:szCs w:val="23"/>
        </w:rPr>
      </w:pPr>
      <w:r w:rsidRPr="003548E3">
        <w:rPr>
          <w:sz w:val="23"/>
          <w:szCs w:val="23"/>
        </w:rPr>
        <w:t>1. Wykonawca, w ramach wynagrodzenia, określonego w § 6 ust. 2 przenosi na Zamawiającego majątkowe prawa autorskie do dokumentacji powstałej w toku i celu realizacji niniejszej umowy wraz z prawami zależnymi.</w:t>
      </w:r>
    </w:p>
    <w:p w14:paraId="7C6EFFAC" w14:textId="77777777" w:rsidR="003548E3" w:rsidRPr="003548E3" w:rsidRDefault="003548E3" w:rsidP="003548E3">
      <w:pPr>
        <w:pStyle w:val="Bezodstpw"/>
        <w:jc w:val="both"/>
        <w:rPr>
          <w:sz w:val="23"/>
          <w:szCs w:val="23"/>
        </w:rPr>
      </w:pPr>
      <w:r w:rsidRPr="003548E3">
        <w:rPr>
          <w:sz w:val="23"/>
          <w:szCs w:val="23"/>
        </w:rPr>
        <w:t>2. Jeżeli w związku z wykonaniem Umowy powstaną utwory w rozumieniu ustawy z dnia 4 lutego 1994 r. o prawie autorskim i prawach pokrewnych  w tym koncepcja teoretyczna, modele, dokumentacja i wszelkie inne utrwalone na jakimkolwiek nośniku i w jakiejkolwiek formie, Wykonawca, w ramach wynagrodzenia, określonego w § 6 ust. 2 przenosi na Zamawiającego majątkowe prawa autorskie do tych  utworów wraz z prawami zależnymi.</w:t>
      </w:r>
    </w:p>
    <w:p w14:paraId="495364F7" w14:textId="77777777" w:rsidR="003548E3" w:rsidRPr="003548E3" w:rsidRDefault="003548E3" w:rsidP="003548E3">
      <w:pPr>
        <w:pStyle w:val="Bezodstpw"/>
        <w:jc w:val="both"/>
        <w:rPr>
          <w:sz w:val="23"/>
          <w:szCs w:val="23"/>
        </w:rPr>
      </w:pPr>
      <w:r w:rsidRPr="003548E3">
        <w:rPr>
          <w:sz w:val="23"/>
          <w:szCs w:val="23"/>
        </w:rPr>
        <w:t>3. Przeniesienie praw, o którym mowa w ust. 1 i 2 następuje z chwilą podpisania przez Zamawiającego, protokołu odbioru o którym mowa w § 1 ust. 3, bez ograniczeń co do terytorium, czasu, liczby egzemplarzy, na zasadzie wyłączności w zakresie poniższych pól eksploatacji:</w:t>
      </w:r>
    </w:p>
    <w:p w14:paraId="1F553EC2" w14:textId="3CC7DD9B" w:rsidR="003548E3" w:rsidRPr="003548E3" w:rsidRDefault="003548E3" w:rsidP="003548E3">
      <w:pPr>
        <w:pStyle w:val="Bezodstpw"/>
        <w:jc w:val="both"/>
        <w:rPr>
          <w:sz w:val="23"/>
          <w:szCs w:val="23"/>
        </w:rPr>
      </w:pPr>
      <w:r w:rsidRPr="003548E3">
        <w:rPr>
          <w:sz w:val="23"/>
          <w:szCs w:val="23"/>
        </w:rPr>
        <w:t>1)</w:t>
      </w:r>
      <w:r>
        <w:rPr>
          <w:sz w:val="23"/>
          <w:szCs w:val="23"/>
        </w:rPr>
        <w:t xml:space="preserve"> </w:t>
      </w:r>
      <w:r w:rsidRPr="003548E3">
        <w:rPr>
          <w:sz w:val="23"/>
          <w:szCs w:val="23"/>
        </w:rPr>
        <w:t>utrwalania utworu bez żadnych ograniczeń ilościowych, dowolną techniką, w tym drukarską, cyfrową, reprograficzną, elektroniczną, fotograficzną, optyczną, laserową, poprzez zapis magnetyczny, na każdym nośniku, włączając w to także nośniki elektroniczne, optyczne, magnetyczne, dyskietki, CD-ROM, DVD, papier;</w:t>
      </w:r>
    </w:p>
    <w:p w14:paraId="245568F4" w14:textId="7DFE982B" w:rsidR="003548E3" w:rsidRPr="003548E3" w:rsidRDefault="003548E3" w:rsidP="003548E3">
      <w:pPr>
        <w:pStyle w:val="Bezodstpw"/>
        <w:jc w:val="both"/>
        <w:rPr>
          <w:sz w:val="23"/>
          <w:szCs w:val="23"/>
        </w:rPr>
      </w:pPr>
      <w:r w:rsidRPr="003548E3">
        <w:rPr>
          <w:sz w:val="23"/>
          <w:szCs w:val="23"/>
        </w:rPr>
        <w:t>2)</w:t>
      </w:r>
      <w:r>
        <w:rPr>
          <w:sz w:val="23"/>
          <w:szCs w:val="23"/>
        </w:rPr>
        <w:t xml:space="preserve"> </w:t>
      </w:r>
      <w:r w:rsidRPr="003548E3">
        <w:rPr>
          <w:sz w:val="23"/>
          <w:szCs w:val="23"/>
        </w:rPr>
        <w:t>zwielokrotniania utworu bez żadnych ograniczeń ilościowych, w każdej możliwej technice, w tym drukarskiej, reprograficznej, cyfrowej, elektronicznej, laserowej, fotograficznej, poprzez zapis magnetyczny, optyczny, na każdym nośniku, włączając w to także nośniki elektroniczne, optyczne, magnetyczne, dyskietki, CD-ROM, DVD, papier, w ramach systemu on-line;</w:t>
      </w:r>
    </w:p>
    <w:p w14:paraId="7BA80F43" w14:textId="1FD4ED54" w:rsidR="003548E3" w:rsidRPr="003548E3" w:rsidRDefault="003548E3" w:rsidP="003548E3">
      <w:pPr>
        <w:pStyle w:val="Bezodstpw"/>
        <w:jc w:val="both"/>
        <w:rPr>
          <w:sz w:val="23"/>
          <w:szCs w:val="23"/>
        </w:rPr>
      </w:pPr>
      <w:r w:rsidRPr="003548E3">
        <w:rPr>
          <w:sz w:val="23"/>
          <w:szCs w:val="23"/>
        </w:rPr>
        <w:t>3)</w:t>
      </w:r>
      <w:r>
        <w:rPr>
          <w:sz w:val="23"/>
          <w:szCs w:val="23"/>
        </w:rPr>
        <w:t xml:space="preserve"> </w:t>
      </w:r>
      <w:r w:rsidRPr="003548E3">
        <w:rPr>
          <w:sz w:val="23"/>
          <w:szCs w:val="23"/>
        </w:rPr>
        <w:t>wprowadzenia utworu do pamięci komputera i sieci multimedialnych, w tym Internetu, sieci wewnętrznych typu Intranet, bez żadnych ograniczeń ilościowych, jak również przesyłania utworu w ramach ww. sieci, w tym w trybie on-line;</w:t>
      </w:r>
    </w:p>
    <w:p w14:paraId="795E6723" w14:textId="3BBAF547" w:rsidR="003548E3" w:rsidRPr="003548E3" w:rsidRDefault="003548E3" w:rsidP="003548E3">
      <w:pPr>
        <w:pStyle w:val="Bezodstpw"/>
        <w:jc w:val="both"/>
        <w:rPr>
          <w:sz w:val="23"/>
          <w:szCs w:val="23"/>
        </w:rPr>
      </w:pPr>
      <w:r w:rsidRPr="003548E3">
        <w:rPr>
          <w:sz w:val="23"/>
          <w:szCs w:val="23"/>
        </w:rPr>
        <w:t>4)</w:t>
      </w:r>
      <w:r>
        <w:rPr>
          <w:sz w:val="23"/>
          <w:szCs w:val="23"/>
        </w:rPr>
        <w:t xml:space="preserve"> </w:t>
      </w:r>
      <w:r w:rsidRPr="003548E3">
        <w:rPr>
          <w:sz w:val="23"/>
          <w:szCs w:val="23"/>
        </w:rPr>
        <w:t xml:space="preserve">rozpowszechniania utworu, w tym wprowadzania go do obrotu, w szczególności drukiem, w postaci książkowej (w tym również w ramach utworów zbiorowych), w czasopismach, w ramach produktów elektronicznych, w tym w ramach elektronicznych baz danych, na nośnikach magnetycznych, cyfrowych, optycznych, elektronicznych, również w postaci CD-ROM, dyskietek, </w:t>
      </w:r>
      <w:r w:rsidRPr="003548E3">
        <w:rPr>
          <w:sz w:val="23"/>
          <w:szCs w:val="23"/>
        </w:rPr>
        <w:lastRenderedPageBreak/>
        <w:t>DVD, w ramach sieci multimedialnych, w tym sieci wewnętrznych (np. typu Intranet), jak i Internetu, w systemie on-line, poprzez komunikowanie na życzenie, w drodze użyczania utworu;</w:t>
      </w:r>
    </w:p>
    <w:p w14:paraId="35A795D6" w14:textId="26264731" w:rsidR="003548E3" w:rsidRPr="003548E3" w:rsidRDefault="003548E3" w:rsidP="003548E3">
      <w:pPr>
        <w:pStyle w:val="Bezodstpw"/>
        <w:jc w:val="both"/>
        <w:rPr>
          <w:sz w:val="23"/>
          <w:szCs w:val="23"/>
        </w:rPr>
      </w:pPr>
      <w:r w:rsidRPr="003548E3">
        <w:rPr>
          <w:sz w:val="23"/>
          <w:szCs w:val="23"/>
        </w:rPr>
        <w:t>5)</w:t>
      </w:r>
      <w:r>
        <w:rPr>
          <w:sz w:val="23"/>
          <w:szCs w:val="23"/>
        </w:rPr>
        <w:t xml:space="preserve"> </w:t>
      </w:r>
      <w:r w:rsidRPr="003548E3">
        <w:rPr>
          <w:sz w:val="23"/>
          <w:szCs w:val="23"/>
        </w:rPr>
        <w:t>wypożyczania, najmu, użyczania, dzierżawy lub wymiany nośników, na których utwór utrwalono, utrwalonych i zwielokrotnionych stosownie do niniejszego ustępu, przy zastosowaniu dowolnej techniki udostępnienia utworu,</w:t>
      </w:r>
    </w:p>
    <w:p w14:paraId="792C10C6" w14:textId="1B8B472E" w:rsidR="003548E3" w:rsidRPr="003548E3" w:rsidRDefault="003548E3" w:rsidP="003548E3">
      <w:pPr>
        <w:pStyle w:val="Bezodstpw"/>
        <w:jc w:val="both"/>
        <w:rPr>
          <w:sz w:val="23"/>
          <w:szCs w:val="23"/>
        </w:rPr>
      </w:pPr>
      <w:r w:rsidRPr="003548E3">
        <w:rPr>
          <w:sz w:val="23"/>
          <w:szCs w:val="23"/>
        </w:rPr>
        <w:t>6)</w:t>
      </w:r>
      <w:r>
        <w:rPr>
          <w:sz w:val="23"/>
          <w:szCs w:val="23"/>
        </w:rPr>
        <w:t xml:space="preserve"> </w:t>
      </w:r>
      <w:r w:rsidRPr="003548E3">
        <w:rPr>
          <w:sz w:val="23"/>
          <w:szCs w:val="23"/>
        </w:rPr>
        <w:t>nadawania utworu za pomocą wizji (przewodowej albo bezprzewodowej) przez stację naziemną, jak i za pośrednictwem satelity;</w:t>
      </w:r>
    </w:p>
    <w:p w14:paraId="2A8C7A8F" w14:textId="4B08A640" w:rsidR="003548E3" w:rsidRPr="003548E3" w:rsidRDefault="003548E3" w:rsidP="003548E3">
      <w:pPr>
        <w:pStyle w:val="Bezodstpw"/>
        <w:jc w:val="both"/>
        <w:rPr>
          <w:sz w:val="23"/>
          <w:szCs w:val="23"/>
        </w:rPr>
      </w:pPr>
      <w:r w:rsidRPr="003548E3">
        <w:rPr>
          <w:sz w:val="23"/>
          <w:szCs w:val="23"/>
        </w:rPr>
        <w:t>7)</w:t>
      </w:r>
      <w:r>
        <w:rPr>
          <w:sz w:val="23"/>
          <w:szCs w:val="23"/>
        </w:rPr>
        <w:t xml:space="preserve"> </w:t>
      </w:r>
      <w:r w:rsidRPr="003548E3">
        <w:rPr>
          <w:sz w:val="23"/>
          <w:szCs w:val="23"/>
        </w:rPr>
        <w:t>odtwarzania i wystawiania utworu;</w:t>
      </w:r>
    </w:p>
    <w:p w14:paraId="6A4698E3" w14:textId="6CD44CD8" w:rsidR="003548E3" w:rsidRPr="003548E3" w:rsidRDefault="003548E3" w:rsidP="003548E3">
      <w:pPr>
        <w:pStyle w:val="Bezodstpw"/>
        <w:jc w:val="both"/>
        <w:rPr>
          <w:sz w:val="23"/>
          <w:szCs w:val="23"/>
        </w:rPr>
      </w:pPr>
      <w:r w:rsidRPr="003548E3">
        <w:rPr>
          <w:sz w:val="23"/>
          <w:szCs w:val="23"/>
        </w:rPr>
        <w:t>8)</w:t>
      </w:r>
      <w:r>
        <w:rPr>
          <w:sz w:val="23"/>
          <w:szCs w:val="23"/>
        </w:rPr>
        <w:t xml:space="preserve"> </w:t>
      </w:r>
      <w:r w:rsidRPr="003548E3">
        <w:rPr>
          <w:sz w:val="23"/>
          <w:szCs w:val="23"/>
        </w:rPr>
        <w:t>publicznego udostępniania utworu w taki sposób, aby każdy mógł mieć do nich dostęp w miejscu i w czasie przez siebie wybranym;</w:t>
      </w:r>
    </w:p>
    <w:p w14:paraId="31642D9C" w14:textId="185BD5ED" w:rsidR="003548E3" w:rsidRPr="003548E3" w:rsidRDefault="003548E3" w:rsidP="003548E3">
      <w:pPr>
        <w:pStyle w:val="Bezodstpw"/>
        <w:jc w:val="both"/>
        <w:rPr>
          <w:sz w:val="23"/>
          <w:szCs w:val="23"/>
        </w:rPr>
      </w:pPr>
      <w:r w:rsidRPr="003548E3">
        <w:rPr>
          <w:sz w:val="23"/>
          <w:szCs w:val="23"/>
        </w:rPr>
        <w:t>9)</w:t>
      </w:r>
      <w:r>
        <w:rPr>
          <w:sz w:val="23"/>
          <w:szCs w:val="23"/>
        </w:rPr>
        <w:t xml:space="preserve"> </w:t>
      </w:r>
      <w:r w:rsidRPr="003548E3">
        <w:rPr>
          <w:sz w:val="23"/>
          <w:szCs w:val="23"/>
        </w:rPr>
        <w:t>wykorzystywania utworu i jego fragmentów w celach informacyjnych, promocyjnych i marketingowych;</w:t>
      </w:r>
    </w:p>
    <w:p w14:paraId="6B3677C9" w14:textId="7F8FFE81" w:rsidR="003548E3" w:rsidRPr="003548E3" w:rsidRDefault="003548E3" w:rsidP="003548E3">
      <w:pPr>
        <w:pStyle w:val="Bezodstpw"/>
        <w:jc w:val="both"/>
        <w:rPr>
          <w:sz w:val="23"/>
          <w:szCs w:val="23"/>
        </w:rPr>
      </w:pPr>
      <w:r w:rsidRPr="003548E3">
        <w:rPr>
          <w:sz w:val="23"/>
          <w:szCs w:val="23"/>
        </w:rPr>
        <w:t>10)</w:t>
      </w:r>
      <w:r>
        <w:rPr>
          <w:sz w:val="23"/>
          <w:szCs w:val="23"/>
        </w:rPr>
        <w:t xml:space="preserve"> </w:t>
      </w:r>
      <w:r w:rsidRPr="003548E3">
        <w:rPr>
          <w:sz w:val="23"/>
          <w:szCs w:val="23"/>
        </w:rPr>
        <w:t>dokonywania lub zlecania osobom trzecim dokonywania opracowań utworu, w tym jego skrótów i streszczeń oraz korzystania z tych opracowań i rozporządzania nimi na polach eksploatacji określonych w niniejszym ustępie;</w:t>
      </w:r>
    </w:p>
    <w:p w14:paraId="239E4A1D" w14:textId="3AEC8DC1" w:rsidR="003548E3" w:rsidRPr="003548E3" w:rsidRDefault="003548E3" w:rsidP="003548E3">
      <w:pPr>
        <w:pStyle w:val="Bezodstpw"/>
        <w:jc w:val="both"/>
        <w:rPr>
          <w:sz w:val="23"/>
          <w:szCs w:val="23"/>
        </w:rPr>
      </w:pPr>
      <w:r w:rsidRPr="003548E3">
        <w:rPr>
          <w:sz w:val="23"/>
          <w:szCs w:val="23"/>
        </w:rPr>
        <w:t>11)</w:t>
      </w:r>
      <w:r>
        <w:rPr>
          <w:sz w:val="23"/>
          <w:szCs w:val="23"/>
        </w:rPr>
        <w:t xml:space="preserve"> </w:t>
      </w:r>
      <w:r w:rsidRPr="003548E3">
        <w:rPr>
          <w:sz w:val="23"/>
          <w:szCs w:val="23"/>
        </w:rPr>
        <w:t>udzielenia zezwoleń na rozporządzanie i korzystanie z utworu w tym również zezwoleń do jego opracowania;</w:t>
      </w:r>
    </w:p>
    <w:p w14:paraId="0A8E0A30" w14:textId="45F15983" w:rsidR="003548E3" w:rsidRPr="003548E3" w:rsidRDefault="003548E3" w:rsidP="003548E3">
      <w:pPr>
        <w:pStyle w:val="Bezodstpw"/>
        <w:jc w:val="both"/>
        <w:rPr>
          <w:sz w:val="23"/>
          <w:szCs w:val="23"/>
        </w:rPr>
      </w:pPr>
      <w:r w:rsidRPr="003548E3">
        <w:rPr>
          <w:sz w:val="23"/>
          <w:szCs w:val="23"/>
        </w:rPr>
        <w:t>12)</w:t>
      </w:r>
      <w:r>
        <w:rPr>
          <w:sz w:val="23"/>
          <w:szCs w:val="23"/>
        </w:rPr>
        <w:t xml:space="preserve"> </w:t>
      </w:r>
      <w:r w:rsidRPr="003548E3">
        <w:rPr>
          <w:sz w:val="23"/>
          <w:szCs w:val="23"/>
        </w:rPr>
        <w:t>łączenia utworu w całości lub w części z innymi dokumentami.</w:t>
      </w:r>
    </w:p>
    <w:p w14:paraId="06298A24" w14:textId="77777777" w:rsidR="003548E3" w:rsidRPr="003548E3" w:rsidRDefault="003548E3" w:rsidP="003548E3">
      <w:pPr>
        <w:pStyle w:val="Bezodstpw"/>
        <w:jc w:val="both"/>
        <w:rPr>
          <w:sz w:val="23"/>
          <w:szCs w:val="23"/>
        </w:rPr>
      </w:pPr>
      <w:r w:rsidRPr="003548E3">
        <w:rPr>
          <w:sz w:val="23"/>
          <w:szCs w:val="23"/>
        </w:rPr>
        <w:t>4. Wykonawca jest odpowiedzialny względem Zamawiającego za wszelkie wady prawne utworów, w szczególności z tytułu ewentualnych roszczeń osób trzecich wynikających z naruszenia przepisów ustawy z dnia 4 lutego 1994 r. o prawie autorskim i prawach pokrewnych.</w:t>
      </w:r>
    </w:p>
    <w:p w14:paraId="02A52B1F" w14:textId="77777777" w:rsidR="003548E3" w:rsidRPr="003548E3" w:rsidRDefault="003548E3" w:rsidP="003548E3">
      <w:pPr>
        <w:pStyle w:val="Bezodstpw"/>
        <w:jc w:val="both"/>
        <w:rPr>
          <w:sz w:val="23"/>
          <w:szCs w:val="23"/>
        </w:rPr>
      </w:pPr>
      <w:r w:rsidRPr="003548E3">
        <w:rPr>
          <w:sz w:val="23"/>
          <w:szCs w:val="23"/>
        </w:rPr>
        <w:t>5. Wykonawca wyraża zgodę na przenoszenie praw, o których mowa w ust. 1 i 2, na osoby trzecie.</w:t>
      </w:r>
    </w:p>
    <w:p w14:paraId="3AA4F788" w14:textId="157405E7" w:rsidR="00FC5101" w:rsidRPr="008E625D" w:rsidRDefault="003548E3" w:rsidP="003548E3">
      <w:pPr>
        <w:pStyle w:val="Bezodstpw"/>
        <w:jc w:val="both"/>
        <w:rPr>
          <w:sz w:val="23"/>
          <w:szCs w:val="23"/>
        </w:rPr>
      </w:pPr>
      <w:r w:rsidRPr="003548E3">
        <w:rPr>
          <w:sz w:val="23"/>
          <w:szCs w:val="23"/>
        </w:rPr>
        <w:t>6. Wykonawca upoważnia Zamawiającego do korzystania z dzieła w całości, jak również w postaci dowolnego fragmentu</w:t>
      </w:r>
      <w:r w:rsidR="00084835" w:rsidRPr="008E625D">
        <w:rPr>
          <w:sz w:val="23"/>
          <w:szCs w:val="23"/>
        </w:rPr>
        <w:t>.</w:t>
      </w:r>
    </w:p>
    <w:p w14:paraId="28D78EAB" w14:textId="77777777" w:rsidR="00961A26" w:rsidRDefault="00961A26" w:rsidP="00FC5101">
      <w:pPr>
        <w:pStyle w:val="Bezodstpw"/>
        <w:jc w:val="center"/>
        <w:rPr>
          <w:sz w:val="23"/>
          <w:szCs w:val="23"/>
        </w:rPr>
      </w:pPr>
    </w:p>
    <w:p w14:paraId="01533D04" w14:textId="337B4F80" w:rsidR="00A83581" w:rsidRPr="008E625D" w:rsidRDefault="00A83581" w:rsidP="00FC5101">
      <w:pPr>
        <w:pStyle w:val="Bezodstpw"/>
        <w:jc w:val="center"/>
        <w:rPr>
          <w:sz w:val="23"/>
          <w:szCs w:val="23"/>
        </w:rPr>
      </w:pPr>
      <w:r w:rsidRPr="008E625D">
        <w:rPr>
          <w:sz w:val="23"/>
          <w:szCs w:val="23"/>
        </w:rPr>
        <w:t>§ 6</w:t>
      </w:r>
    </w:p>
    <w:p w14:paraId="71586764" w14:textId="77777777" w:rsidR="00A92AB3" w:rsidRPr="008E625D" w:rsidRDefault="00A92AB3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1. Umowa obowiązuje od dnia jej zawarcia.</w:t>
      </w:r>
    </w:p>
    <w:p w14:paraId="348FA77E" w14:textId="3F9B217C" w:rsidR="00A92AB3" w:rsidRPr="0001461E" w:rsidRDefault="00A92AB3" w:rsidP="00836657">
      <w:pPr>
        <w:pStyle w:val="Bezodstpw"/>
        <w:jc w:val="both"/>
        <w:rPr>
          <w:strike/>
          <w:sz w:val="23"/>
          <w:szCs w:val="23"/>
        </w:rPr>
      </w:pPr>
      <w:r w:rsidRPr="008E625D">
        <w:rPr>
          <w:sz w:val="23"/>
          <w:szCs w:val="23"/>
        </w:rPr>
        <w:t xml:space="preserve">2. Za wykonanie </w:t>
      </w:r>
      <w:r w:rsidR="00FC0E39" w:rsidRPr="008E625D">
        <w:rPr>
          <w:sz w:val="23"/>
          <w:szCs w:val="23"/>
        </w:rPr>
        <w:t>przedmiotu umowy</w:t>
      </w:r>
      <w:r w:rsidRPr="008E625D">
        <w:rPr>
          <w:sz w:val="23"/>
          <w:szCs w:val="23"/>
        </w:rPr>
        <w:t xml:space="preserve"> oraz przeniesienie praw, o których mowa w § 5, Zamawiający zapłaci</w:t>
      </w:r>
      <w:r w:rsidR="00FC0E39" w:rsidRPr="008E625D">
        <w:rPr>
          <w:sz w:val="23"/>
          <w:szCs w:val="23"/>
        </w:rPr>
        <w:t xml:space="preserve"> </w:t>
      </w:r>
      <w:r w:rsidRPr="008E625D">
        <w:rPr>
          <w:sz w:val="23"/>
          <w:szCs w:val="23"/>
        </w:rPr>
        <w:t xml:space="preserve">Wykonawcy wynagrodzenie w wysokości </w:t>
      </w:r>
      <w:r w:rsidR="0001461E">
        <w:rPr>
          <w:sz w:val="23"/>
          <w:szCs w:val="23"/>
        </w:rPr>
        <w:t>…….</w:t>
      </w:r>
      <w:r w:rsidRPr="008E625D">
        <w:rPr>
          <w:sz w:val="23"/>
          <w:szCs w:val="23"/>
        </w:rPr>
        <w:t xml:space="preserve"> zł brutto, (słownie: </w:t>
      </w:r>
      <w:r w:rsidR="0001461E">
        <w:rPr>
          <w:sz w:val="23"/>
          <w:szCs w:val="23"/>
        </w:rPr>
        <w:t>……..</w:t>
      </w:r>
      <w:r w:rsidRPr="008E625D">
        <w:rPr>
          <w:sz w:val="23"/>
          <w:szCs w:val="23"/>
        </w:rPr>
        <w:t xml:space="preserve"> zł </w:t>
      </w:r>
      <w:r w:rsidR="008E625D" w:rsidRPr="008E625D">
        <w:rPr>
          <w:sz w:val="23"/>
          <w:szCs w:val="23"/>
        </w:rPr>
        <w:t>00</w:t>
      </w:r>
      <w:r w:rsidRPr="008E625D">
        <w:rPr>
          <w:sz w:val="23"/>
          <w:szCs w:val="23"/>
        </w:rPr>
        <w:t>/100</w:t>
      </w:r>
      <w:r w:rsidRPr="00993C1B">
        <w:rPr>
          <w:sz w:val="23"/>
          <w:szCs w:val="23"/>
        </w:rPr>
        <w:t xml:space="preserve">), </w:t>
      </w:r>
      <w:r w:rsidRPr="0001461E">
        <w:rPr>
          <w:sz w:val="23"/>
          <w:szCs w:val="23"/>
        </w:rPr>
        <w:t>tj. netto ………. zł plus podatek VAT 23%.</w:t>
      </w:r>
    </w:p>
    <w:p w14:paraId="06195E00" w14:textId="77777777" w:rsidR="00A92AB3" w:rsidRPr="008E625D" w:rsidRDefault="00A92AB3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3. Zamawiający dokona zapłaty należności przelewem na konto Wykonawcy w terminie 14 dni od daty prawidłowego wykonania przedmiotu umowy i otrzymania przez Zamawiającego</w:t>
      </w:r>
    </w:p>
    <w:p w14:paraId="1637D595" w14:textId="77777777" w:rsidR="00A92AB3" w:rsidRPr="008E625D" w:rsidRDefault="00A92AB3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prawidłowo wystawionej faktury.</w:t>
      </w:r>
    </w:p>
    <w:p w14:paraId="57D155AF" w14:textId="579061E1" w:rsidR="00FC0E39" w:rsidRPr="008E625D" w:rsidRDefault="00A92AB3" w:rsidP="00FC0E39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 xml:space="preserve">4. </w:t>
      </w:r>
      <w:r w:rsidR="00FC0E39" w:rsidRPr="008E625D">
        <w:rPr>
          <w:sz w:val="23"/>
          <w:szCs w:val="23"/>
        </w:rPr>
        <w:t>Wykonawca jest uprawniony do wystawienia faktury nie wcześniej niż po dokonaniu przez Zamawiającego protokolarnego odbioru przedmiotu umowy  oraz stwierdzenia prawidłowości jego wykonania.</w:t>
      </w:r>
    </w:p>
    <w:p w14:paraId="33398084" w14:textId="1492E597" w:rsidR="00A92AB3" w:rsidRPr="008E625D" w:rsidRDefault="00A92AB3" w:rsidP="00FC0E39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 xml:space="preserve">5. Płatność zostanie dokonana na rachunek bankowy Wykonawcy nr </w:t>
      </w:r>
      <w:r w:rsidR="00961A26">
        <w:rPr>
          <w:sz w:val="23"/>
          <w:szCs w:val="23"/>
        </w:rPr>
        <w:t>………….</w:t>
      </w:r>
      <w:r w:rsidR="00C617CB">
        <w:rPr>
          <w:sz w:val="23"/>
          <w:szCs w:val="23"/>
        </w:rPr>
        <w:t>.</w:t>
      </w:r>
      <w:r w:rsidRPr="008E625D">
        <w:rPr>
          <w:sz w:val="23"/>
          <w:szCs w:val="23"/>
        </w:rPr>
        <w:t xml:space="preserve"> </w:t>
      </w:r>
    </w:p>
    <w:p w14:paraId="400411FC" w14:textId="77777777" w:rsidR="00A92AB3" w:rsidRPr="008E625D" w:rsidRDefault="00A92AB3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6. Fakturę należy wystawić na Wojewódzki Urząd Ochrony Zabytków w Szczecinie ul. Wały Chrobrego 4, 70-502 Szczecin NIP: 8512022807, REGON 005483925.</w:t>
      </w:r>
    </w:p>
    <w:p w14:paraId="7732B5B4" w14:textId="77777777" w:rsidR="00A92AB3" w:rsidRPr="008E625D" w:rsidRDefault="00A92AB3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 xml:space="preserve">7. Faktura przekazana zostanie przez Wykonawcę w następujący sposób: przesyłka przez operatora pocztowego, lub </w:t>
      </w:r>
      <w:proofErr w:type="spellStart"/>
      <w:r w:rsidRPr="008E625D">
        <w:rPr>
          <w:sz w:val="23"/>
          <w:szCs w:val="23"/>
        </w:rPr>
        <w:t>ePUAP</w:t>
      </w:r>
      <w:proofErr w:type="spellEnd"/>
      <w:r w:rsidRPr="008E625D">
        <w:rPr>
          <w:sz w:val="23"/>
          <w:szCs w:val="23"/>
        </w:rPr>
        <w:t xml:space="preserve"> Urzędu, lub elektronicznie za pośrednictwem platformy zakupowej.</w:t>
      </w:r>
    </w:p>
    <w:p w14:paraId="6F71AD54" w14:textId="77777777" w:rsidR="00A92AB3" w:rsidRPr="008E625D" w:rsidRDefault="00A92AB3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8. Za dzień zapłaty uważa się dzień obciążenia konta Zamawiającego.</w:t>
      </w:r>
    </w:p>
    <w:p w14:paraId="771361EE" w14:textId="77777777" w:rsidR="00A92AB3" w:rsidRPr="008E625D" w:rsidRDefault="00A92AB3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9. Przeniesienie autorskich praw majątkowych następuje z dniem zapłaty wynagrodzenia.</w:t>
      </w:r>
    </w:p>
    <w:p w14:paraId="3DA0CF63" w14:textId="77777777" w:rsidR="00A83581" w:rsidRPr="008E625D" w:rsidRDefault="00A92AB3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10. Stawkę podatku VAT ustala się zgodnie z obowiązującymi przepisami na dzień wystawienia faktury.</w:t>
      </w:r>
    </w:p>
    <w:p w14:paraId="71EAA65A" w14:textId="6A78CDED" w:rsidR="003716F6" w:rsidRPr="008E625D" w:rsidRDefault="003716F6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11. Wynagrodzenie za wykonanie przedmiotu umowy ustalono jako kwotę ryczałtową, które obejmuje wszelkie roboty i czynności konieczne do wykonania przedmiotu umowy, choćby ich rozmiarów i kosztów nie można było przewidzieć w czasie zawarcia umowy, a koniecznych do wykonania w celu umożliwienia użytkowania i funkcjonowania z przedmiotu umowy  zgodnie z przepisami prawa i jego przeznaczeniem.</w:t>
      </w:r>
    </w:p>
    <w:p w14:paraId="5D40E068" w14:textId="77777777" w:rsidR="00FC5101" w:rsidRPr="008E625D" w:rsidRDefault="00FC5101" w:rsidP="00A83581">
      <w:pPr>
        <w:pStyle w:val="Bezodstpw"/>
        <w:rPr>
          <w:sz w:val="23"/>
          <w:szCs w:val="23"/>
        </w:rPr>
      </w:pPr>
    </w:p>
    <w:p w14:paraId="49F52B66" w14:textId="77777777" w:rsidR="003548E3" w:rsidRDefault="003548E3" w:rsidP="00FC5101">
      <w:pPr>
        <w:pStyle w:val="Bezodstpw"/>
        <w:jc w:val="center"/>
        <w:rPr>
          <w:sz w:val="23"/>
          <w:szCs w:val="23"/>
        </w:rPr>
      </w:pPr>
    </w:p>
    <w:p w14:paraId="47C86A57" w14:textId="77777777" w:rsidR="003548E3" w:rsidRDefault="003548E3" w:rsidP="00FC5101">
      <w:pPr>
        <w:pStyle w:val="Bezodstpw"/>
        <w:jc w:val="center"/>
        <w:rPr>
          <w:sz w:val="23"/>
          <w:szCs w:val="23"/>
        </w:rPr>
      </w:pPr>
    </w:p>
    <w:p w14:paraId="1CEDCEA6" w14:textId="5D8EBBD3" w:rsidR="00A83581" w:rsidRPr="008E625D" w:rsidRDefault="00FC5101" w:rsidP="00FC5101">
      <w:pPr>
        <w:pStyle w:val="Bezodstpw"/>
        <w:jc w:val="center"/>
        <w:rPr>
          <w:sz w:val="23"/>
          <w:szCs w:val="23"/>
        </w:rPr>
      </w:pPr>
      <w:r w:rsidRPr="008E625D">
        <w:rPr>
          <w:sz w:val="23"/>
          <w:szCs w:val="23"/>
        </w:rPr>
        <w:lastRenderedPageBreak/>
        <w:t>§ 7</w:t>
      </w:r>
    </w:p>
    <w:p w14:paraId="6A1D7A1D" w14:textId="00ED5BC4" w:rsidR="00836657" w:rsidRPr="008E625D" w:rsidRDefault="00836657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 xml:space="preserve">1. W przypadku nie wykonania dzieła w terminie lub </w:t>
      </w:r>
      <w:r w:rsidR="003C4215" w:rsidRPr="008E625D">
        <w:rPr>
          <w:sz w:val="23"/>
          <w:szCs w:val="23"/>
        </w:rPr>
        <w:t>opóźnienia</w:t>
      </w:r>
      <w:r w:rsidRPr="008E625D">
        <w:rPr>
          <w:sz w:val="23"/>
          <w:szCs w:val="23"/>
        </w:rPr>
        <w:t xml:space="preserve"> w usunięciu wad, Wykonawca zapłaci Zamawiającemu karę umowną w wysokości </w:t>
      </w:r>
      <w:r w:rsidR="00961A26">
        <w:rPr>
          <w:sz w:val="23"/>
          <w:szCs w:val="23"/>
        </w:rPr>
        <w:t>0,5</w:t>
      </w:r>
      <w:r w:rsidRPr="008E625D">
        <w:rPr>
          <w:sz w:val="23"/>
          <w:szCs w:val="23"/>
        </w:rPr>
        <w:t xml:space="preserve">% wynagrodzenia brutto wskazanego w § 6 ust. 2 za każdy dzień </w:t>
      </w:r>
      <w:r w:rsidR="003C4215" w:rsidRPr="008E625D">
        <w:rPr>
          <w:sz w:val="23"/>
          <w:szCs w:val="23"/>
        </w:rPr>
        <w:t>opóźnienia</w:t>
      </w:r>
      <w:r w:rsidRPr="008E625D">
        <w:rPr>
          <w:sz w:val="23"/>
          <w:szCs w:val="23"/>
        </w:rPr>
        <w:t>.</w:t>
      </w:r>
    </w:p>
    <w:p w14:paraId="07E29324" w14:textId="13452649" w:rsidR="00836657" w:rsidRPr="008E625D" w:rsidRDefault="00836657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 xml:space="preserve">2. Wykonawca w przypadku odstąpienia od umowy z przyczyn leżących po jego stronie zapłaci Zamawiającemu karę umowną w wysokości </w:t>
      </w:r>
      <w:r w:rsidR="00961A26">
        <w:rPr>
          <w:sz w:val="23"/>
          <w:szCs w:val="23"/>
        </w:rPr>
        <w:t>3</w:t>
      </w:r>
      <w:r w:rsidRPr="008E625D">
        <w:rPr>
          <w:sz w:val="23"/>
          <w:szCs w:val="23"/>
        </w:rPr>
        <w:t>0% wynagrodzenia brutto wskazanego w § 6 ust. 2.</w:t>
      </w:r>
    </w:p>
    <w:p w14:paraId="4238D8B6" w14:textId="359C4635" w:rsidR="00836657" w:rsidRPr="008E625D" w:rsidRDefault="00961A26" w:rsidP="00836657">
      <w:pPr>
        <w:pStyle w:val="Bezodstpw"/>
        <w:jc w:val="both"/>
        <w:rPr>
          <w:sz w:val="23"/>
          <w:szCs w:val="23"/>
        </w:rPr>
      </w:pPr>
      <w:r>
        <w:rPr>
          <w:sz w:val="23"/>
          <w:szCs w:val="23"/>
        </w:rPr>
        <w:t>3</w:t>
      </w:r>
      <w:r w:rsidR="00836657" w:rsidRPr="008E625D">
        <w:rPr>
          <w:sz w:val="23"/>
          <w:szCs w:val="23"/>
        </w:rPr>
        <w:t>. W sytuacji, gdy kary umowne nie pokrywają szkody, stronom przysługuje prawo żądania</w:t>
      </w:r>
    </w:p>
    <w:p w14:paraId="19DE896C" w14:textId="77777777" w:rsidR="00836657" w:rsidRPr="008E625D" w:rsidRDefault="00836657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odszkodowania na zasadach ogólnych.</w:t>
      </w:r>
    </w:p>
    <w:p w14:paraId="77F9116B" w14:textId="3A185445" w:rsidR="003716F6" w:rsidRPr="008E625D" w:rsidRDefault="00961A26" w:rsidP="003716F6">
      <w:pPr>
        <w:pStyle w:val="Bezodstpw"/>
        <w:jc w:val="both"/>
        <w:rPr>
          <w:sz w:val="23"/>
          <w:szCs w:val="23"/>
        </w:rPr>
      </w:pPr>
      <w:r>
        <w:rPr>
          <w:sz w:val="23"/>
          <w:szCs w:val="23"/>
        </w:rPr>
        <w:t>4</w:t>
      </w:r>
      <w:r w:rsidR="00836657" w:rsidRPr="008E625D">
        <w:rPr>
          <w:sz w:val="23"/>
          <w:szCs w:val="23"/>
        </w:rPr>
        <w:t xml:space="preserve">. </w:t>
      </w:r>
      <w:r w:rsidR="003716F6" w:rsidRPr="008E625D">
        <w:rPr>
          <w:sz w:val="23"/>
          <w:szCs w:val="23"/>
        </w:rPr>
        <w:t>W zakresie prawa Zamawiającego do naliczania i dochodzenia kar umownych, odszkodowań za nienależyte wykonanie umowy oraz praw autorskich skutki odstąpienia od umowy następują na przyszłość.</w:t>
      </w:r>
    </w:p>
    <w:p w14:paraId="094ABCC5" w14:textId="216A0A82" w:rsidR="00FC5101" w:rsidRDefault="00961A26" w:rsidP="003716F6">
      <w:pPr>
        <w:pStyle w:val="Bezodstpw"/>
        <w:jc w:val="both"/>
        <w:rPr>
          <w:sz w:val="23"/>
          <w:szCs w:val="23"/>
        </w:rPr>
      </w:pPr>
      <w:r>
        <w:rPr>
          <w:sz w:val="23"/>
          <w:szCs w:val="23"/>
        </w:rPr>
        <w:t>5</w:t>
      </w:r>
      <w:r w:rsidR="003716F6" w:rsidRPr="008E625D">
        <w:rPr>
          <w:sz w:val="23"/>
          <w:szCs w:val="23"/>
        </w:rPr>
        <w:t>. Wykonawca wyraża zgodę na potracenie kar umownych z wynagrodzenia, o którym mowa w § 6 ust. 2 umowy.</w:t>
      </w:r>
    </w:p>
    <w:p w14:paraId="77683099" w14:textId="77777777" w:rsidR="003548E3" w:rsidRPr="003548E3" w:rsidRDefault="003548E3" w:rsidP="003548E3">
      <w:pPr>
        <w:pStyle w:val="Bezodstpw"/>
        <w:jc w:val="both"/>
        <w:rPr>
          <w:sz w:val="23"/>
          <w:szCs w:val="23"/>
        </w:rPr>
      </w:pPr>
      <w:r w:rsidRPr="003548E3">
        <w:rPr>
          <w:sz w:val="23"/>
          <w:szCs w:val="23"/>
        </w:rPr>
        <w:t>6. Zamawiający może odstąpić od umowy:</w:t>
      </w:r>
    </w:p>
    <w:p w14:paraId="731D47FA" w14:textId="760D2149" w:rsidR="003548E3" w:rsidRPr="003548E3" w:rsidRDefault="003548E3" w:rsidP="003548E3">
      <w:pPr>
        <w:pStyle w:val="Bezodstpw"/>
        <w:jc w:val="both"/>
        <w:rPr>
          <w:sz w:val="23"/>
          <w:szCs w:val="23"/>
        </w:rPr>
      </w:pPr>
      <w:r w:rsidRPr="003548E3">
        <w:rPr>
          <w:sz w:val="23"/>
          <w:szCs w:val="23"/>
        </w:rPr>
        <w:t>1)</w:t>
      </w:r>
      <w:r>
        <w:rPr>
          <w:sz w:val="23"/>
          <w:szCs w:val="23"/>
        </w:rPr>
        <w:t xml:space="preserve"> </w:t>
      </w:r>
      <w:r w:rsidRPr="003548E3">
        <w:rPr>
          <w:sz w:val="23"/>
          <w:szCs w:val="23"/>
        </w:rPr>
        <w:t>w razie wystąpienia istotnej zmiany okoliczności powodującej, że wykonanie umowy nie leży w interesie publicznym, czego nie można było przewidzieć w chwili jej zawarcia, zawiadamiając o tym Wykonawcę na piśmie w terminie 30 dni od powzięcia wiadomości o powyższych okolicznościach;</w:t>
      </w:r>
    </w:p>
    <w:p w14:paraId="455F3F53" w14:textId="026B7545" w:rsidR="003548E3" w:rsidRPr="003548E3" w:rsidRDefault="003548E3" w:rsidP="003548E3">
      <w:pPr>
        <w:pStyle w:val="Bezodstpw"/>
        <w:jc w:val="both"/>
        <w:rPr>
          <w:sz w:val="23"/>
          <w:szCs w:val="23"/>
        </w:rPr>
      </w:pPr>
      <w:r w:rsidRPr="003548E3">
        <w:rPr>
          <w:sz w:val="23"/>
          <w:szCs w:val="23"/>
        </w:rPr>
        <w:t>2)</w:t>
      </w:r>
      <w:r>
        <w:rPr>
          <w:sz w:val="23"/>
          <w:szCs w:val="23"/>
        </w:rPr>
        <w:t xml:space="preserve"> </w:t>
      </w:r>
      <w:r w:rsidRPr="003548E3">
        <w:rPr>
          <w:sz w:val="23"/>
          <w:szCs w:val="23"/>
        </w:rPr>
        <w:t>jeżeli Wykonawca nie przystąpił do realizacji przedmiotu umowy lub przerwał jej wykonywanie z przyczyn od niego zależnych, co uniemożliwia realizację umowy w terminie</w:t>
      </w:r>
    </w:p>
    <w:p w14:paraId="720D3694" w14:textId="77777777" w:rsidR="003548E3" w:rsidRPr="003548E3" w:rsidRDefault="003548E3" w:rsidP="003548E3">
      <w:pPr>
        <w:pStyle w:val="Bezodstpw"/>
        <w:jc w:val="both"/>
        <w:rPr>
          <w:sz w:val="23"/>
          <w:szCs w:val="23"/>
        </w:rPr>
      </w:pPr>
      <w:r w:rsidRPr="003548E3">
        <w:rPr>
          <w:sz w:val="23"/>
          <w:szCs w:val="23"/>
        </w:rPr>
        <w:t xml:space="preserve">7. Zamawiający jest uprawniony do odstąpienia od niniejszej umowy w przypadkach przewidzianych przepisami Kodeksu Cywilnego oraz gdy Wykonawca, z przyczyn zawinionych nie wykonuje umowy lub kiedy wykonuje ją nienależycie i pomimo pisemnego wezwania Wykonawcy do podjęcia wykonywania lub należytego wykonywania umowy </w:t>
      </w:r>
    </w:p>
    <w:p w14:paraId="7FF3CD63" w14:textId="77777777" w:rsidR="003548E3" w:rsidRPr="003548E3" w:rsidRDefault="003548E3" w:rsidP="003548E3">
      <w:pPr>
        <w:pStyle w:val="Bezodstpw"/>
        <w:jc w:val="both"/>
        <w:rPr>
          <w:sz w:val="23"/>
          <w:szCs w:val="23"/>
        </w:rPr>
      </w:pPr>
      <w:r w:rsidRPr="003548E3">
        <w:rPr>
          <w:sz w:val="23"/>
          <w:szCs w:val="23"/>
        </w:rPr>
        <w:t>w wyznaczonym terminie, nie zadośćuczyni żądaniu Zamawiającego.</w:t>
      </w:r>
    </w:p>
    <w:p w14:paraId="471B5875" w14:textId="77777777" w:rsidR="003548E3" w:rsidRPr="003548E3" w:rsidRDefault="003548E3" w:rsidP="003548E3">
      <w:pPr>
        <w:pStyle w:val="Bezodstpw"/>
        <w:jc w:val="both"/>
        <w:rPr>
          <w:sz w:val="23"/>
          <w:szCs w:val="23"/>
        </w:rPr>
      </w:pPr>
      <w:r w:rsidRPr="003548E3">
        <w:rPr>
          <w:sz w:val="23"/>
          <w:szCs w:val="23"/>
        </w:rPr>
        <w:t xml:space="preserve">8. Zamawiający może odstąpić od umowy, z przyczyn leżących po stronie Wykonawcy, </w:t>
      </w:r>
    </w:p>
    <w:p w14:paraId="7F1D6654" w14:textId="77777777" w:rsidR="003548E3" w:rsidRPr="003548E3" w:rsidRDefault="003548E3" w:rsidP="003548E3">
      <w:pPr>
        <w:pStyle w:val="Bezodstpw"/>
        <w:jc w:val="both"/>
        <w:rPr>
          <w:sz w:val="23"/>
          <w:szCs w:val="23"/>
        </w:rPr>
      </w:pPr>
      <w:r w:rsidRPr="003548E3">
        <w:rPr>
          <w:sz w:val="23"/>
          <w:szCs w:val="23"/>
        </w:rPr>
        <w:t xml:space="preserve">w przypadku opóźnienia w wykonaniu całości lub części przedmiotu zamówienia przekraczającej 10 dni, pod warunkiem uprzedniego wyznaczenia 7 dniowego terminu do zrealizowania umowy zgodnie z jej postanowieniami i jego bezskutecznego upływu. </w:t>
      </w:r>
    </w:p>
    <w:p w14:paraId="25EB9EF3" w14:textId="77777777" w:rsidR="003548E3" w:rsidRPr="003548E3" w:rsidRDefault="003548E3" w:rsidP="003548E3">
      <w:pPr>
        <w:pStyle w:val="Bezodstpw"/>
        <w:jc w:val="both"/>
        <w:rPr>
          <w:sz w:val="23"/>
          <w:szCs w:val="23"/>
        </w:rPr>
      </w:pPr>
      <w:r w:rsidRPr="003548E3">
        <w:rPr>
          <w:sz w:val="23"/>
          <w:szCs w:val="23"/>
        </w:rPr>
        <w:t xml:space="preserve">9. Zamawiający może odstąpić od umowy, z przyczyn leżących po stronie Wykonawcy, </w:t>
      </w:r>
    </w:p>
    <w:p w14:paraId="5B3DA29F" w14:textId="77777777" w:rsidR="003548E3" w:rsidRPr="003548E3" w:rsidRDefault="003548E3" w:rsidP="003548E3">
      <w:pPr>
        <w:pStyle w:val="Bezodstpw"/>
        <w:jc w:val="both"/>
        <w:rPr>
          <w:sz w:val="23"/>
          <w:szCs w:val="23"/>
        </w:rPr>
      </w:pPr>
      <w:r w:rsidRPr="003548E3">
        <w:rPr>
          <w:sz w:val="23"/>
          <w:szCs w:val="23"/>
        </w:rPr>
        <w:t xml:space="preserve">w przypadku, jeżeli w przedmiocie umowy, w terminie 30 dni od jego dostarczenia, zostaną stwierdzone wady i te wady nie nadają się do usunięcia i uniemożliwiają korzystanie </w:t>
      </w:r>
    </w:p>
    <w:p w14:paraId="66949F80" w14:textId="77777777" w:rsidR="003548E3" w:rsidRPr="003548E3" w:rsidRDefault="003548E3" w:rsidP="003548E3">
      <w:pPr>
        <w:pStyle w:val="Bezodstpw"/>
        <w:jc w:val="both"/>
        <w:rPr>
          <w:sz w:val="23"/>
          <w:szCs w:val="23"/>
        </w:rPr>
      </w:pPr>
      <w:r w:rsidRPr="003548E3">
        <w:rPr>
          <w:sz w:val="23"/>
          <w:szCs w:val="23"/>
        </w:rPr>
        <w:t>z przedmiotu umowy zgodnie z przeznaczeniem.</w:t>
      </w:r>
    </w:p>
    <w:p w14:paraId="6EB7E75C" w14:textId="77777777" w:rsidR="003548E3" w:rsidRPr="003548E3" w:rsidRDefault="003548E3" w:rsidP="003548E3">
      <w:pPr>
        <w:pStyle w:val="Bezodstpw"/>
        <w:jc w:val="both"/>
        <w:rPr>
          <w:sz w:val="23"/>
          <w:szCs w:val="23"/>
        </w:rPr>
      </w:pPr>
      <w:r w:rsidRPr="003548E3">
        <w:rPr>
          <w:sz w:val="23"/>
          <w:szCs w:val="23"/>
        </w:rPr>
        <w:t>10. Odstąpienie od umowy z przyczyn określonych w ust. 6 pkt 2, ust. 8 i 9 może nastąpić w terminie 60 dni od powzięcia przez Zamawiającego wiadomości o okoliczności uzasadniającej odstąpienie.</w:t>
      </w:r>
    </w:p>
    <w:p w14:paraId="2033A9E9" w14:textId="77777777" w:rsidR="003548E3" w:rsidRPr="003548E3" w:rsidRDefault="003548E3" w:rsidP="003548E3">
      <w:pPr>
        <w:pStyle w:val="Bezodstpw"/>
        <w:jc w:val="both"/>
        <w:rPr>
          <w:sz w:val="23"/>
          <w:szCs w:val="23"/>
        </w:rPr>
      </w:pPr>
      <w:r w:rsidRPr="003548E3">
        <w:rPr>
          <w:sz w:val="23"/>
          <w:szCs w:val="23"/>
        </w:rPr>
        <w:t xml:space="preserve">11. Odstąpienie od umowy następuje w formie pisemnej i jest skuteczne z chwilą otrzymania przez Wykonawcę oświadczenia o odstąpieniu. </w:t>
      </w:r>
    </w:p>
    <w:p w14:paraId="790A224A" w14:textId="77777777" w:rsidR="003548E3" w:rsidRPr="003548E3" w:rsidRDefault="003548E3" w:rsidP="003548E3">
      <w:pPr>
        <w:pStyle w:val="Bezodstpw"/>
        <w:jc w:val="both"/>
        <w:rPr>
          <w:sz w:val="23"/>
          <w:szCs w:val="23"/>
        </w:rPr>
      </w:pPr>
      <w:r w:rsidRPr="003548E3">
        <w:rPr>
          <w:sz w:val="23"/>
          <w:szCs w:val="23"/>
        </w:rPr>
        <w:t>12. Roszczenie o zapłatę kar umownych z tytułu opóźnienia, ustalonych za każdy rozpoczęty dzień opóźnienia, staje się wymagalne:</w:t>
      </w:r>
    </w:p>
    <w:p w14:paraId="14D25823" w14:textId="63E1AEFF" w:rsidR="003548E3" w:rsidRPr="003548E3" w:rsidRDefault="003548E3" w:rsidP="003548E3">
      <w:pPr>
        <w:pStyle w:val="Bezodstpw"/>
        <w:jc w:val="both"/>
        <w:rPr>
          <w:sz w:val="23"/>
          <w:szCs w:val="23"/>
        </w:rPr>
      </w:pPr>
      <w:r w:rsidRPr="003548E3">
        <w:rPr>
          <w:sz w:val="23"/>
          <w:szCs w:val="23"/>
        </w:rPr>
        <w:t>1)</w:t>
      </w:r>
      <w:r>
        <w:rPr>
          <w:sz w:val="23"/>
          <w:szCs w:val="23"/>
        </w:rPr>
        <w:t xml:space="preserve"> </w:t>
      </w:r>
      <w:r w:rsidRPr="003548E3">
        <w:rPr>
          <w:sz w:val="23"/>
          <w:szCs w:val="23"/>
        </w:rPr>
        <w:t>za pierwszy rozpoczęty dzień opóźnienia w tym dniu,</w:t>
      </w:r>
    </w:p>
    <w:p w14:paraId="10A62954" w14:textId="71091612" w:rsidR="003548E3" w:rsidRPr="008E625D" w:rsidRDefault="003548E3" w:rsidP="003548E3">
      <w:pPr>
        <w:pStyle w:val="Bezodstpw"/>
        <w:jc w:val="both"/>
        <w:rPr>
          <w:sz w:val="23"/>
          <w:szCs w:val="23"/>
        </w:rPr>
      </w:pPr>
      <w:r w:rsidRPr="003548E3">
        <w:rPr>
          <w:sz w:val="23"/>
          <w:szCs w:val="23"/>
        </w:rPr>
        <w:t>2)</w:t>
      </w:r>
      <w:r>
        <w:rPr>
          <w:sz w:val="23"/>
          <w:szCs w:val="23"/>
        </w:rPr>
        <w:t xml:space="preserve"> </w:t>
      </w:r>
      <w:r w:rsidRPr="003548E3">
        <w:rPr>
          <w:sz w:val="23"/>
          <w:szCs w:val="23"/>
        </w:rPr>
        <w:t>za każdy następny rozpoczęty dzień opóźnienia – odpowiednio w każdym z tych dni</w:t>
      </w:r>
    </w:p>
    <w:p w14:paraId="6A04AB0D" w14:textId="77777777" w:rsidR="008E625D" w:rsidRPr="008E625D" w:rsidRDefault="008E625D" w:rsidP="00836657">
      <w:pPr>
        <w:pStyle w:val="Bezodstpw"/>
        <w:jc w:val="center"/>
        <w:rPr>
          <w:sz w:val="23"/>
          <w:szCs w:val="23"/>
        </w:rPr>
      </w:pPr>
    </w:p>
    <w:p w14:paraId="7957D40C" w14:textId="0C1A5A3E" w:rsidR="00A83581" w:rsidRPr="008E625D" w:rsidRDefault="00FC5101" w:rsidP="00836657">
      <w:pPr>
        <w:pStyle w:val="Bezodstpw"/>
        <w:jc w:val="center"/>
        <w:rPr>
          <w:sz w:val="23"/>
          <w:szCs w:val="23"/>
        </w:rPr>
      </w:pPr>
      <w:r w:rsidRPr="008E625D">
        <w:rPr>
          <w:sz w:val="23"/>
          <w:szCs w:val="23"/>
        </w:rPr>
        <w:t>§ 8</w:t>
      </w:r>
    </w:p>
    <w:p w14:paraId="396EBB22" w14:textId="77777777" w:rsidR="00836657" w:rsidRPr="008E625D" w:rsidRDefault="00836657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1. Wykonawca nie może powierzyć, ani w całości, ani części, wykonania dzieła innym osobom bez pisemnej zgody Zamawiającego.</w:t>
      </w:r>
    </w:p>
    <w:p w14:paraId="76993113" w14:textId="3A7A5513" w:rsidR="00A83581" w:rsidRPr="008E625D" w:rsidRDefault="00836657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2. Wykonawca odpowiada za wszelkie szkody na osobach lub rzeczach powstałe w trakcie</w:t>
      </w:r>
      <w:r w:rsidR="00C617CB">
        <w:rPr>
          <w:sz w:val="23"/>
          <w:szCs w:val="23"/>
        </w:rPr>
        <w:t xml:space="preserve"> </w:t>
      </w:r>
      <w:r w:rsidRPr="008E625D">
        <w:rPr>
          <w:sz w:val="23"/>
          <w:szCs w:val="23"/>
        </w:rPr>
        <w:t>wykonywania niniejszej umowy.</w:t>
      </w:r>
    </w:p>
    <w:p w14:paraId="6DFC9E4F" w14:textId="77777777" w:rsidR="00836657" w:rsidRPr="008E625D" w:rsidRDefault="00836657" w:rsidP="00836657">
      <w:pPr>
        <w:pStyle w:val="Bezodstpw"/>
        <w:jc w:val="both"/>
        <w:rPr>
          <w:sz w:val="23"/>
          <w:szCs w:val="23"/>
        </w:rPr>
      </w:pPr>
    </w:p>
    <w:p w14:paraId="0F523902" w14:textId="77777777" w:rsidR="00A83581" w:rsidRPr="008E625D" w:rsidRDefault="00A83581" w:rsidP="00FC5101">
      <w:pPr>
        <w:pStyle w:val="Bezodstpw"/>
        <w:jc w:val="center"/>
        <w:rPr>
          <w:sz w:val="23"/>
          <w:szCs w:val="23"/>
        </w:rPr>
      </w:pPr>
      <w:r w:rsidRPr="008E625D">
        <w:rPr>
          <w:sz w:val="23"/>
          <w:szCs w:val="23"/>
        </w:rPr>
        <w:t>§</w:t>
      </w:r>
      <w:r w:rsidR="00FC5101" w:rsidRPr="008E625D">
        <w:rPr>
          <w:sz w:val="23"/>
          <w:szCs w:val="23"/>
        </w:rPr>
        <w:t xml:space="preserve"> 9</w:t>
      </w:r>
    </w:p>
    <w:p w14:paraId="2B880376" w14:textId="58B51CB0" w:rsidR="00836657" w:rsidRPr="008E625D" w:rsidRDefault="00836657" w:rsidP="003716F6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1. Treść umowy stanowi informację publiczną, która podlega udostępnieniu na warunkach</w:t>
      </w:r>
      <w:r w:rsidR="00143951" w:rsidRPr="008E625D">
        <w:rPr>
          <w:sz w:val="23"/>
          <w:szCs w:val="23"/>
        </w:rPr>
        <w:t xml:space="preserve"> </w:t>
      </w:r>
      <w:r w:rsidRPr="008E625D">
        <w:rPr>
          <w:sz w:val="23"/>
          <w:szCs w:val="23"/>
        </w:rPr>
        <w:t>określonych w ustawie z dnia 6 września 2001 r. o dostępie do informacji publicznej</w:t>
      </w:r>
      <w:r w:rsidR="00592F35" w:rsidRPr="008E625D">
        <w:rPr>
          <w:sz w:val="23"/>
          <w:szCs w:val="23"/>
        </w:rPr>
        <w:t xml:space="preserve"> (Dz. U. z 2022 r. poz. 902 ze zm.).</w:t>
      </w:r>
    </w:p>
    <w:p w14:paraId="1BF9894E" w14:textId="77777777" w:rsidR="00836657" w:rsidRPr="008E625D" w:rsidRDefault="00836657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lastRenderedPageBreak/>
        <w:t>2. Wykonawca zobowiązuje się do zachowania poufności i do nie wykorzystywania w innym celu niż określony w niniejszej umowie wszelkich informacji uzyskanych od Zamawiającego w związku z realizacją niniejszej umowy z wyjątkiem:</w:t>
      </w:r>
    </w:p>
    <w:p w14:paraId="4F153B18" w14:textId="77777777" w:rsidR="00836657" w:rsidRPr="008E625D" w:rsidRDefault="00836657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1) informacji publicznie dostępnych,</w:t>
      </w:r>
    </w:p>
    <w:p w14:paraId="7C88E5AD" w14:textId="77777777" w:rsidR="00836657" w:rsidRPr="008E625D" w:rsidRDefault="00836657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2) informacji, w których posiadanie Wykonawca wszedł, bez naruszenia prawa, z innych źródeł,</w:t>
      </w:r>
    </w:p>
    <w:p w14:paraId="2AE01582" w14:textId="77777777" w:rsidR="00836657" w:rsidRPr="008E625D" w:rsidRDefault="00836657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3) informacji, co do których Zamawiający pisemnie zezwolił na ich ujawnienie lub wykorzystanie w innym celu.</w:t>
      </w:r>
    </w:p>
    <w:p w14:paraId="71A5F936" w14:textId="77777777" w:rsidR="00836657" w:rsidRPr="008E625D" w:rsidRDefault="00836657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3. Wykonawca oświadcza iż zobowiązuje swoich pracowników oraz osoby działające na jego</w:t>
      </w:r>
    </w:p>
    <w:p w14:paraId="0756766B" w14:textId="77777777" w:rsidR="00836657" w:rsidRPr="008E625D" w:rsidRDefault="00836657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zlecenie do zachowania poufności i do nie wykorzystywania w innym celu niż określony</w:t>
      </w:r>
    </w:p>
    <w:p w14:paraId="1B09ACA2" w14:textId="77777777" w:rsidR="00836657" w:rsidRPr="008E625D" w:rsidRDefault="00836657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w niniejszej umowie informacji, o których mowa w ust. 1.</w:t>
      </w:r>
    </w:p>
    <w:p w14:paraId="5D307A72" w14:textId="77777777" w:rsidR="00836657" w:rsidRPr="008E625D" w:rsidRDefault="00836657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4. Obowiązek zachowania informacji w poufności nie dotyczy sytuacji, w których Wykonawca zobowiązany jest do przekazania posiadanych informacji podmiotom uprawnionym na podstawie przepisów prawa do żądania udzielenia takich informacji w związku z prowadzonym postępowaniem.</w:t>
      </w:r>
    </w:p>
    <w:p w14:paraId="27D65F14" w14:textId="77777777" w:rsidR="00836657" w:rsidRPr="008E625D" w:rsidRDefault="00836657" w:rsidP="00FC5101">
      <w:pPr>
        <w:pStyle w:val="Bezodstpw"/>
        <w:jc w:val="center"/>
        <w:rPr>
          <w:sz w:val="23"/>
          <w:szCs w:val="23"/>
        </w:rPr>
      </w:pPr>
    </w:p>
    <w:p w14:paraId="660A38D0" w14:textId="77777777" w:rsidR="00836657" w:rsidRPr="008E625D" w:rsidRDefault="00836657" w:rsidP="00836657">
      <w:pPr>
        <w:pStyle w:val="Bezodstpw"/>
        <w:jc w:val="center"/>
        <w:rPr>
          <w:sz w:val="23"/>
          <w:szCs w:val="23"/>
        </w:rPr>
      </w:pPr>
      <w:r w:rsidRPr="008E625D">
        <w:rPr>
          <w:sz w:val="23"/>
          <w:szCs w:val="23"/>
        </w:rPr>
        <w:t>§10</w:t>
      </w:r>
    </w:p>
    <w:p w14:paraId="758EFA91" w14:textId="1D1552EE" w:rsidR="00A83581" w:rsidRPr="008E625D" w:rsidRDefault="00FC0E39" w:rsidP="00FC5101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Zamawiającemu</w:t>
      </w:r>
      <w:r w:rsidR="00A83581" w:rsidRPr="008E625D">
        <w:rPr>
          <w:sz w:val="23"/>
          <w:szCs w:val="23"/>
        </w:rPr>
        <w:t xml:space="preserve"> przysługuje prawo do wypowiedzenia niniejszej umowy ze skutkiem natychmiastowym, w przypadku rażącego naruszenia postanowień niniejszej umowy przez </w:t>
      </w:r>
      <w:r w:rsidR="00836657" w:rsidRPr="008E625D">
        <w:rPr>
          <w:sz w:val="23"/>
          <w:szCs w:val="23"/>
        </w:rPr>
        <w:t>Wykonawcę</w:t>
      </w:r>
      <w:r w:rsidR="00A83581" w:rsidRPr="008E625D">
        <w:rPr>
          <w:sz w:val="23"/>
          <w:szCs w:val="23"/>
        </w:rPr>
        <w:t xml:space="preserve">, po uprzednim wezwaniu </w:t>
      </w:r>
      <w:r w:rsidR="00836657" w:rsidRPr="008E625D">
        <w:rPr>
          <w:sz w:val="23"/>
          <w:szCs w:val="23"/>
        </w:rPr>
        <w:t>Wykonawcy</w:t>
      </w:r>
      <w:r w:rsidR="00A83581" w:rsidRPr="008E625D">
        <w:rPr>
          <w:sz w:val="23"/>
          <w:szCs w:val="23"/>
        </w:rPr>
        <w:t xml:space="preserve"> do usunięcia nieprawidłowości.</w:t>
      </w:r>
    </w:p>
    <w:p w14:paraId="00CC1F06" w14:textId="77777777" w:rsidR="00FC5101" w:rsidRPr="008E625D" w:rsidRDefault="00FC5101" w:rsidP="00A83581">
      <w:pPr>
        <w:pStyle w:val="Bezodstpw"/>
        <w:rPr>
          <w:sz w:val="23"/>
          <w:szCs w:val="23"/>
        </w:rPr>
      </w:pPr>
    </w:p>
    <w:p w14:paraId="31CED4F0" w14:textId="77777777" w:rsidR="00A83581" w:rsidRPr="008E625D" w:rsidRDefault="00A83581" w:rsidP="00FC5101">
      <w:pPr>
        <w:pStyle w:val="Bezodstpw"/>
        <w:jc w:val="center"/>
        <w:rPr>
          <w:sz w:val="23"/>
          <w:szCs w:val="23"/>
        </w:rPr>
      </w:pPr>
      <w:r w:rsidRPr="008E625D">
        <w:rPr>
          <w:sz w:val="23"/>
          <w:szCs w:val="23"/>
        </w:rPr>
        <w:t>§1</w:t>
      </w:r>
      <w:r w:rsidR="00836657" w:rsidRPr="008E625D">
        <w:rPr>
          <w:sz w:val="23"/>
          <w:szCs w:val="23"/>
        </w:rPr>
        <w:t>1</w:t>
      </w:r>
    </w:p>
    <w:p w14:paraId="66CBD806" w14:textId="50CA56E9" w:rsidR="00A83581" w:rsidRPr="008E625D" w:rsidRDefault="00FC0E39" w:rsidP="00FC0E39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 xml:space="preserve">1. </w:t>
      </w:r>
      <w:r w:rsidR="00A83581" w:rsidRPr="008E625D">
        <w:rPr>
          <w:sz w:val="23"/>
          <w:szCs w:val="23"/>
        </w:rPr>
        <w:t>W sprawach nieuregulowanych niniejszą umową zastosowanie mają w szczególności przepisy Kodeksu Cywilnego.</w:t>
      </w:r>
    </w:p>
    <w:p w14:paraId="352B458B" w14:textId="5DEFBB32" w:rsidR="00FC5101" w:rsidRPr="008E625D" w:rsidRDefault="00FC0E39" w:rsidP="00FC0E39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2. Każda zmiana adresu strony wymaga powiadomienia o tym strony drugiej pod rygorem uznania pisma skierowanego pod adres dotychczasowy za doręczone.</w:t>
      </w:r>
    </w:p>
    <w:p w14:paraId="3E4D4F0C" w14:textId="77777777" w:rsidR="00FC0E39" w:rsidRPr="008E625D" w:rsidRDefault="00FC0E39" w:rsidP="00FC0E39">
      <w:pPr>
        <w:pStyle w:val="Bezodstpw"/>
        <w:jc w:val="both"/>
        <w:rPr>
          <w:sz w:val="23"/>
          <w:szCs w:val="23"/>
        </w:rPr>
      </w:pPr>
    </w:p>
    <w:p w14:paraId="5817C21B" w14:textId="77777777" w:rsidR="00A83581" w:rsidRPr="008E625D" w:rsidRDefault="00A83581" w:rsidP="00FC5101">
      <w:pPr>
        <w:pStyle w:val="Bezodstpw"/>
        <w:jc w:val="center"/>
        <w:rPr>
          <w:sz w:val="23"/>
          <w:szCs w:val="23"/>
        </w:rPr>
      </w:pPr>
      <w:r w:rsidRPr="008E625D">
        <w:rPr>
          <w:sz w:val="23"/>
          <w:szCs w:val="23"/>
        </w:rPr>
        <w:t>§1</w:t>
      </w:r>
      <w:r w:rsidR="00836657" w:rsidRPr="008E625D">
        <w:rPr>
          <w:sz w:val="23"/>
          <w:szCs w:val="23"/>
        </w:rPr>
        <w:t>2</w:t>
      </w:r>
    </w:p>
    <w:p w14:paraId="227E7322" w14:textId="77777777" w:rsidR="00A83581" w:rsidRPr="008E625D" w:rsidRDefault="00A83581" w:rsidP="00FC5101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1. Spory związane z realizacją umowy Strony w miarę możliwości załatwiać będą polubownie.</w:t>
      </w:r>
    </w:p>
    <w:p w14:paraId="6813935A" w14:textId="77777777" w:rsidR="00A83581" w:rsidRPr="008E625D" w:rsidRDefault="00A83581" w:rsidP="00FC5101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 xml:space="preserve">2. W razie niemożliwości polubownego rozwiązania sporu, odpowiednim do jego rozstrzygnięcia będzie Sąd miejscowo właściwy dla siedziby </w:t>
      </w:r>
      <w:r w:rsidR="00836657" w:rsidRPr="008E625D">
        <w:rPr>
          <w:sz w:val="23"/>
          <w:szCs w:val="23"/>
        </w:rPr>
        <w:t>Zamawiającego</w:t>
      </w:r>
      <w:r w:rsidRPr="008E625D">
        <w:rPr>
          <w:sz w:val="23"/>
          <w:szCs w:val="23"/>
        </w:rPr>
        <w:t>.</w:t>
      </w:r>
    </w:p>
    <w:p w14:paraId="5208BFC8" w14:textId="77777777" w:rsidR="00FC5101" w:rsidRPr="008E625D" w:rsidRDefault="00FC5101" w:rsidP="00A83581">
      <w:pPr>
        <w:pStyle w:val="Bezodstpw"/>
        <w:rPr>
          <w:sz w:val="23"/>
          <w:szCs w:val="23"/>
        </w:rPr>
      </w:pPr>
    </w:p>
    <w:p w14:paraId="34B23E90" w14:textId="77777777" w:rsidR="00A83581" w:rsidRPr="008E625D" w:rsidRDefault="00A83581" w:rsidP="00FC5101">
      <w:pPr>
        <w:pStyle w:val="Bezodstpw"/>
        <w:jc w:val="center"/>
        <w:rPr>
          <w:sz w:val="23"/>
          <w:szCs w:val="23"/>
        </w:rPr>
      </w:pPr>
      <w:r w:rsidRPr="008E625D">
        <w:rPr>
          <w:sz w:val="23"/>
          <w:szCs w:val="23"/>
        </w:rPr>
        <w:t>§1</w:t>
      </w:r>
      <w:r w:rsidR="00836657" w:rsidRPr="008E625D">
        <w:rPr>
          <w:sz w:val="23"/>
          <w:szCs w:val="23"/>
        </w:rPr>
        <w:t>3</w:t>
      </w:r>
    </w:p>
    <w:p w14:paraId="3516EB29" w14:textId="05AFA9A9" w:rsidR="00A83581" w:rsidRPr="008E625D" w:rsidRDefault="0092607B" w:rsidP="00FC5101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 xml:space="preserve">1. </w:t>
      </w:r>
      <w:r w:rsidR="00A83581" w:rsidRPr="008E625D">
        <w:rPr>
          <w:sz w:val="23"/>
          <w:szCs w:val="23"/>
        </w:rPr>
        <w:t xml:space="preserve">Umowę sporządzono w trzech jednobrzmiących egzemplarzach, dwa dla </w:t>
      </w:r>
      <w:r w:rsidR="00836657" w:rsidRPr="008E625D">
        <w:rPr>
          <w:sz w:val="23"/>
          <w:szCs w:val="23"/>
        </w:rPr>
        <w:t>Zamawiającego</w:t>
      </w:r>
      <w:r w:rsidR="00A83581" w:rsidRPr="008E625D">
        <w:rPr>
          <w:sz w:val="23"/>
          <w:szCs w:val="23"/>
        </w:rPr>
        <w:t xml:space="preserve"> a jeden dla </w:t>
      </w:r>
      <w:r w:rsidR="00836657" w:rsidRPr="008E625D">
        <w:rPr>
          <w:sz w:val="23"/>
          <w:szCs w:val="23"/>
        </w:rPr>
        <w:t>Wykonawcy</w:t>
      </w:r>
      <w:r w:rsidR="00A83581" w:rsidRPr="008E625D">
        <w:rPr>
          <w:sz w:val="23"/>
          <w:szCs w:val="23"/>
        </w:rPr>
        <w:t>.</w:t>
      </w:r>
    </w:p>
    <w:p w14:paraId="4B485D5C" w14:textId="089C99B0" w:rsidR="00FC5101" w:rsidRPr="008E625D" w:rsidRDefault="0092607B" w:rsidP="00FC5101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 xml:space="preserve">2. Załącznikami do umowy są: zapytanie ofertowe  znak: </w:t>
      </w:r>
      <w:r w:rsidR="003439A4" w:rsidRPr="008E625D">
        <w:rPr>
          <w:sz w:val="23"/>
          <w:szCs w:val="23"/>
        </w:rPr>
        <w:t>FN.272</w:t>
      </w:r>
      <w:r w:rsidR="00890004">
        <w:rPr>
          <w:sz w:val="23"/>
          <w:szCs w:val="23"/>
        </w:rPr>
        <w:t>.</w:t>
      </w:r>
      <w:r w:rsidR="00CC3F0E">
        <w:rPr>
          <w:sz w:val="23"/>
          <w:szCs w:val="23"/>
        </w:rPr>
        <w:t>4</w:t>
      </w:r>
      <w:r w:rsidR="00890004">
        <w:rPr>
          <w:sz w:val="23"/>
          <w:szCs w:val="23"/>
        </w:rPr>
        <w:t>.</w:t>
      </w:r>
      <w:r w:rsidR="003439A4" w:rsidRPr="008E625D">
        <w:rPr>
          <w:sz w:val="23"/>
          <w:szCs w:val="23"/>
        </w:rPr>
        <w:t>202</w:t>
      </w:r>
      <w:r w:rsidR="00961A26">
        <w:rPr>
          <w:sz w:val="23"/>
          <w:szCs w:val="23"/>
        </w:rPr>
        <w:t>6</w:t>
      </w:r>
      <w:r w:rsidR="003439A4" w:rsidRPr="008E625D">
        <w:rPr>
          <w:sz w:val="23"/>
          <w:szCs w:val="23"/>
        </w:rPr>
        <w:t xml:space="preserve">.ŁG </w:t>
      </w:r>
      <w:r w:rsidRPr="008E625D">
        <w:rPr>
          <w:sz w:val="23"/>
          <w:szCs w:val="23"/>
        </w:rPr>
        <w:t xml:space="preserve">wraz z załącznikami oraz oferta Wykonawcy z dnia </w:t>
      </w:r>
      <w:r w:rsidR="0001461E">
        <w:rPr>
          <w:sz w:val="23"/>
          <w:szCs w:val="23"/>
        </w:rPr>
        <w:t>…</w:t>
      </w:r>
      <w:r w:rsidR="00C617CB">
        <w:rPr>
          <w:sz w:val="23"/>
          <w:szCs w:val="23"/>
        </w:rPr>
        <w:t>.</w:t>
      </w:r>
      <w:r w:rsidR="00961A26">
        <w:rPr>
          <w:sz w:val="23"/>
          <w:szCs w:val="23"/>
        </w:rPr>
        <w:t>.</w:t>
      </w:r>
      <w:r w:rsidR="008E625D" w:rsidRPr="008E625D">
        <w:rPr>
          <w:sz w:val="23"/>
          <w:szCs w:val="23"/>
        </w:rPr>
        <w:t xml:space="preserve"> r.</w:t>
      </w:r>
    </w:p>
    <w:p w14:paraId="3232679E" w14:textId="77777777" w:rsidR="00FC5101" w:rsidRPr="008E625D" w:rsidRDefault="00FC5101" w:rsidP="00FC5101">
      <w:pPr>
        <w:pStyle w:val="Bezodstpw"/>
        <w:jc w:val="both"/>
        <w:rPr>
          <w:sz w:val="23"/>
          <w:szCs w:val="23"/>
        </w:rPr>
      </w:pPr>
    </w:p>
    <w:p w14:paraId="0458DD9D" w14:textId="77777777" w:rsidR="008E625D" w:rsidRDefault="008E625D" w:rsidP="008C7D05">
      <w:pPr>
        <w:pStyle w:val="Bezodstpw"/>
        <w:tabs>
          <w:tab w:val="left" w:pos="5670"/>
        </w:tabs>
        <w:jc w:val="both"/>
        <w:rPr>
          <w:sz w:val="23"/>
          <w:szCs w:val="23"/>
        </w:rPr>
      </w:pPr>
    </w:p>
    <w:p w14:paraId="36C1051E" w14:textId="1991AAF9" w:rsidR="008C7D05" w:rsidRPr="008E625D" w:rsidRDefault="008C7D05" w:rsidP="008C7D05">
      <w:pPr>
        <w:pStyle w:val="Bezodstpw"/>
        <w:tabs>
          <w:tab w:val="left" w:pos="5670"/>
        </w:tabs>
        <w:jc w:val="both"/>
        <w:rPr>
          <w:sz w:val="23"/>
          <w:szCs w:val="23"/>
        </w:rPr>
      </w:pPr>
      <w:r w:rsidRPr="008E625D">
        <w:rPr>
          <w:sz w:val="23"/>
          <w:szCs w:val="23"/>
        </w:rPr>
        <w:t>ZAMAWIAJĄCY</w:t>
      </w:r>
      <w:r w:rsidRPr="008E625D">
        <w:rPr>
          <w:sz w:val="23"/>
          <w:szCs w:val="23"/>
        </w:rPr>
        <w:tab/>
        <w:t>WYKONAWCA</w:t>
      </w:r>
    </w:p>
    <w:p w14:paraId="39E70A50" w14:textId="77777777" w:rsidR="008C7D05" w:rsidRPr="008E625D" w:rsidRDefault="008C7D05" w:rsidP="008C7D05">
      <w:pPr>
        <w:pStyle w:val="Bezodstpw"/>
        <w:tabs>
          <w:tab w:val="left" w:pos="5670"/>
        </w:tabs>
        <w:jc w:val="both"/>
        <w:rPr>
          <w:sz w:val="23"/>
          <w:szCs w:val="23"/>
        </w:rPr>
      </w:pPr>
    </w:p>
    <w:p w14:paraId="3BF97D85" w14:textId="77777777" w:rsidR="00FC5101" w:rsidRPr="008E625D" w:rsidRDefault="00FC5101" w:rsidP="00FC5101">
      <w:pPr>
        <w:pStyle w:val="Bezodstpw"/>
        <w:jc w:val="both"/>
        <w:rPr>
          <w:sz w:val="23"/>
          <w:szCs w:val="23"/>
        </w:rPr>
      </w:pPr>
    </w:p>
    <w:p w14:paraId="6D512ED5" w14:textId="77777777" w:rsidR="00D920B5" w:rsidRPr="008E625D" w:rsidRDefault="00D920B5" w:rsidP="00A83581">
      <w:pPr>
        <w:pStyle w:val="Bezodstpw"/>
        <w:rPr>
          <w:sz w:val="23"/>
          <w:szCs w:val="23"/>
        </w:rPr>
      </w:pPr>
    </w:p>
    <w:sectPr w:rsidR="00D920B5" w:rsidRPr="008E625D" w:rsidSect="005E2BA1">
      <w:headerReference w:type="default" r:id="rId9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A34E6B" w14:textId="77777777" w:rsidR="00AF41BC" w:rsidRDefault="00AF41BC">
      <w:r>
        <w:separator/>
      </w:r>
    </w:p>
  </w:endnote>
  <w:endnote w:type="continuationSeparator" w:id="0">
    <w:p w14:paraId="2F5AE7DC" w14:textId="77777777" w:rsidR="00AF41BC" w:rsidRDefault="00AF4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58B1CC" w14:textId="77777777" w:rsidR="00AF41BC" w:rsidRDefault="00AF41BC">
      <w:r>
        <w:separator/>
      </w:r>
    </w:p>
  </w:footnote>
  <w:footnote w:type="continuationSeparator" w:id="0">
    <w:p w14:paraId="7E6313E4" w14:textId="77777777" w:rsidR="00AF41BC" w:rsidRDefault="00AF41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F77B1" w14:textId="0AC4D4DE" w:rsidR="00B903FF" w:rsidRDefault="0092607B">
    <w:pPr>
      <w:pStyle w:val="Nagwek"/>
    </w:pPr>
    <w:r w:rsidRPr="005503DB">
      <w:rPr>
        <w:noProof/>
      </w:rPr>
      <w:drawing>
        <wp:inline distT="0" distB="0" distL="0" distR="0" wp14:anchorId="3CB9C320" wp14:editId="50DEB4A4">
          <wp:extent cx="2133600" cy="390525"/>
          <wp:effectExtent l="0" t="0" r="0" b="0"/>
          <wp:docPr id="1748924537" name="Obraz 17489245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EF8749" w14:textId="77777777" w:rsidR="00FC7A08" w:rsidRPr="00FF3E86" w:rsidRDefault="00AC7B40" w:rsidP="00C17D8C">
    <w:pPr>
      <w:pStyle w:val="Nagwek"/>
      <w:tabs>
        <w:tab w:val="clear" w:pos="4536"/>
        <w:tab w:val="center" w:pos="0"/>
      </w:tabs>
      <w:ind w:firstLine="709"/>
      <w:jc w:val="both"/>
      <w:rPr>
        <w:rFonts w:ascii="Franklin Gothic Medium" w:hAnsi="Franklin Gothic Medium"/>
        <w:sz w:val="18"/>
        <w:szCs w:val="18"/>
      </w:rPr>
    </w:pPr>
    <w:r w:rsidRPr="00FF3E86">
      <w:rPr>
        <w:rFonts w:ascii="Franklin Gothic Medium" w:hAnsi="Franklin Gothic Medium"/>
        <w:sz w:val="18"/>
        <w:szCs w:val="18"/>
      </w:rPr>
      <w:t xml:space="preserve">ul. Wały Chrobrego 4  </w:t>
    </w:r>
    <w:r w:rsidR="00B903FF">
      <w:rPr>
        <w:rFonts w:ascii="Franklin Gothic Medium" w:hAnsi="Franklin Gothic Medium"/>
        <w:sz w:val="18"/>
        <w:szCs w:val="18"/>
      </w:rPr>
      <w:t xml:space="preserve">                                                                                             </w:t>
    </w:r>
    <w:r w:rsidR="005503DB">
      <w:rPr>
        <w:rFonts w:ascii="Franklin Gothic Medium" w:hAnsi="Franklin Gothic Medium"/>
        <w:sz w:val="18"/>
        <w:szCs w:val="18"/>
      </w:rPr>
      <w:t xml:space="preserve">                </w:t>
    </w:r>
    <w:r w:rsidRPr="00FF3E86">
      <w:rPr>
        <w:rFonts w:ascii="Franklin Gothic Medium" w:hAnsi="Franklin Gothic Medium"/>
        <w:sz w:val="18"/>
        <w:szCs w:val="18"/>
      </w:rPr>
      <w:t xml:space="preserve">tel./fax: </w:t>
    </w:r>
    <w:r w:rsidR="00FC7A08" w:rsidRPr="00FF3E86">
      <w:rPr>
        <w:rFonts w:ascii="Franklin Gothic Medium" w:hAnsi="Franklin Gothic Medium"/>
        <w:sz w:val="18"/>
        <w:szCs w:val="18"/>
      </w:rPr>
      <w:t>91 433 70 66</w:t>
    </w:r>
  </w:p>
  <w:p w14:paraId="3725C806" w14:textId="77777777" w:rsidR="00FF3E86" w:rsidRDefault="00AC7B40" w:rsidP="00C17D8C">
    <w:pPr>
      <w:pStyle w:val="Nagwek"/>
      <w:ind w:firstLine="709"/>
      <w:rPr>
        <w:rFonts w:ascii="Franklin Gothic Medium" w:hAnsi="Franklin Gothic Medium"/>
        <w:sz w:val="18"/>
        <w:szCs w:val="18"/>
      </w:rPr>
    </w:pPr>
    <w:r w:rsidRPr="00FF3E86">
      <w:rPr>
        <w:rFonts w:ascii="Franklin Gothic Medium" w:hAnsi="Franklin Gothic Medium"/>
        <w:sz w:val="18"/>
        <w:szCs w:val="18"/>
      </w:rPr>
      <w:t>70-502 Szczecin</w:t>
    </w:r>
    <w:r w:rsidR="00B903FF">
      <w:rPr>
        <w:rFonts w:ascii="Franklin Gothic Medium" w:hAnsi="Franklin Gothic Medium"/>
        <w:sz w:val="18"/>
        <w:szCs w:val="18"/>
      </w:rPr>
      <w:t xml:space="preserve">        </w:t>
    </w:r>
    <w:r w:rsidR="00C17D8C">
      <w:rPr>
        <w:rFonts w:ascii="Franklin Gothic Medium" w:hAnsi="Franklin Gothic Medium"/>
        <w:sz w:val="18"/>
        <w:szCs w:val="18"/>
      </w:rPr>
      <w:t xml:space="preserve">                         </w:t>
    </w:r>
    <w:r w:rsidR="00B903FF">
      <w:rPr>
        <w:rFonts w:ascii="Franklin Gothic Medium" w:hAnsi="Franklin Gothic Medium"/>
        <w:sz w:val="18"/>
        <w:szCs w:val="18"/>
      </w:rPr>
      <w:t xml:space="preserve">        </w:t>
    </w:r>
    <w:r w:rsidR="00C17D8C">
      <w:rPr>
        <w:rFonts w:ascii="Franklin Gothic Medium" w:hAnsi="Franklin Gothic Medium"/>
        <w:sz w:val="18"/>
        <w:szCs w:val="18"/>
      </w:rPr>
      <w:t xml:space="preserve">www.wkz.szczecin.pl                     </w:t>
    </w:r>
    <w:r w:rsidR="00FC7A08" w:rsidRPr="00FF3E86">
      <w:rPr>
        <w:rFonts w:ascii="Franklin Gothic Medium" w:hAnsi="Franklin Gothic Medium"/>
        <w:sz w:val="18"/>
        <w:szCs w:val="18"/>
      </w:rPr>
      <w:t xml:space="preserve">e-mail: </w:t>
    </w:r>
    <w:hyperlink r:id="rId2" w:history="1">
      <w:r w:rsidR="00141BB4" w:rsidRPr="00FF3E86">
        <w:rPr>
          <w:rStyle w:val="Hipercze"/>
          <w:rFonts w:ascii="Franklin Gothic Medium" w:hAnsi="Franklin Gothic Medium"/>
          <w:color w:val="auto"/>
          <w:sz w:val="18"/>
          <w:szCs w:val="18"/>
          <w:u w:val="none"/>
        </w:rPr>
        <w:t>sekretariat@wkz.szczecin.pl</w:t>
      </w:r>
    </w:hyperlink>
  </w:p>
  <w:p w14:paraId="3F77531D" w14:textId="63766EC2" w:rsidR="00141BB4" w:rsidRPr="00FF3E86" w:rsidRDefault="0092607B" w:rsidP="00FF3E86">
    <w:pPr>
      <w:pStyle w:val="Nagwek"/>
      <w:ind w:left="1080"/>
      <w:rPr>
        <w:rFonts w:ascii="Franklin Gothic Medium" w:hAnsi="Franklin Gothic Medium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F85D5" wp14:editId="370C0707">
              <wp:simplePos x="0" y="0"/>
              <wp:positionH relativeFrom="column">
                <wp:posOffset>-360045</wp:posOffset>
              </wp:positionH>
              <wp:positionV relativeFrom="paragraph">
                <wp:posOffset>69850</wp:posOffset>
              </wp:positionV>
              <wp:extent cx="6480175" cy="0"/>
              <wp:effectExtent l="11430" t="12700" r="13970" b="15875"/>
              <wp:wrapNone/>
              <wp:docPr id="2052231137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8017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07F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4C15D7" id="Line 9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35pt,5.5pt" to="481.9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" strokecolor="#007fff" strokeweight="1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090344"/>
    <w:multiLevelType w:val="hybridMultilevel"/>
    <w:tmpl w:val="CA98CC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DD4886"/>
    <w:multiLevelType w:val="hybridMultilevel"/>
    <w:tmpl w:val="1FC068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5C0345"/>
    <w:multiLevelType w:val="hybridMultilevel"/>
    <w:tmpl w:val="36DE4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645D7"/>
    <w:multiLevelType w:val="hybridMultilevel"/>
    <w:tmpl w:val="C58C47F0"/>
    <w:lvl w:ilvl="0" w:tplc="29E6AF1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E742A6"/>
    <w:multiLevelType w:val="hybridMultilevel"/>
    <w:tmpl w:val="35428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1913830">
    <w:abstractNumId w:val="1"/>
  </w:num>
  <w:num w:numId="2" w16cid:durableId="187111611">
    <w:abstractNumId w:val="2"/>
  </w:num>
  <w:num w:numId="3" w16cid:durableId="997000944">
    <w:abstractNumId w:val="4"/>
  </w:num>
  <w:num w:numId="4" w16cid:durableId="1884057041">
    <w:abstractNumId w:val="0"/>
  </w:num>
  <w:num w:numId="5" w16cid:durableId="10082126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>
      <o:colormru v:ext="edit" colors="#007f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2D2"/>
    <w:rsid w:val="000030BD"/>
    <w:rsid w:val="00007B3A"/>
    <w:rsid w:val="0001461E"/>
    <w:rsid w:val="000151EB"/>
    <w:rsid w:val="0002757A"/>
    <w:rsid w:val="00084587"/>
    <w:rsid w:val="00084835"/>
    <w:rsid w:val="00097645"/>
    <w:rsid w:val="000A44B2"/>
    <w:rsid w:val="00141BB4"/>
    <w:rsid w:val="00143951"/>
    <w:rsid w:val="00160AF6"/>
    <w:rsid w:val="00185C27"/>
    <w:rsid w:val="001F1250"/>
    <w:rsid w:val="002304D8"/>
    <w:rsid w:val="0023794D"/>
    <w:rsid w:val="002C1EAA"/>
    <w:rsid w:val="002E141C"/>
    <w:rsid w:val="002F47EF"/>
    <w:rsid w:val="00306412"/>
    <w:rsid w:val="00323263"/>
    <w:rsid w:val="00325676"/>
    <w:rsid w:val="00337BAD"/>
    <w:rsid w:val="003439A4"/>
    <w:rsid w:val="003548E3"/>
    <w:rsid w:val="003672D2"/>
    <w:rsid w:val="003716F6"/>
    <w:rsid w:val="003B7B7D"/>
    <w:rsid w:val="003C4215"/>
    <w:rsid w:val="003D3C4F"/>
    <w:rsid w:val="003E406A"/>
    <w:rsid w:val="00407E31"/>
    <w:rsid w:val="0041623E"/>
    <w:rsid w:val="004371E6"/>
    <w:rsid w:val="0044340D"/>
    <w:rsid w:val="004810F2"/>
    <w:rsid w:val="00483861"/>
    <w:rsid w:val="004A06EA"/>
    <w:rsid w:val="004A3342"/>
    <w:rsid w:val="004B4462"/>
    <w:rsid w:val="004C5C54"/>
    <w:rsid w:val="004F068C"/>
    <w:rsid w:val="00503B6E"/>
    <w:rsid w:val="00510370"/>
    <w:rsid w:val="00514082"/>
    <w:rsid w:val="00522361"/>
    <w:rsid w:val="005503DB"/>
    <w:rsid w:val="00592F35"/>
    <w:rsid w:val="005A69E2"/>
    <w:rsid w:val="005B3BD9"/>
    <w:rsid w:val="005E2BA1"/>
    <w:rsid w:val="006125CA"/>
    <w:rsid w:val="00622EE3"/>
    <w:rsid w:val="006452B6"/>
    <w:rsid w:val="0065454A"/>
    <w:rsid w:val="00671009"/>
    <w:rsid w:val="00701199"/>
    <w:rsid w:val="007152FB"/>
    <w:rsid w:val="00727119"/>
    <w:rsid w:val="00737FCC"/>
    <w:rsid w:val="00770B8F"/>
    <w:rsid w:val="00793F05"/>
    <w:rsid w:val="007D0118"/>
    <w:rsid w:val="007D2E26"/>
    <w:rsid w:val="007D4578"/>
    <w:rsid w:val="007E5CA1"/>
    <w:rsid w:val="00806D4A"/>
    <w:rsid w:val="00836657"/>
    <w:rsid w:val="00881792"/>
    <w:rsid w:val="00890004"/>
    <w:rsid w:val="008B1433"/>
    <w:rsid w:val="008C7D05"/>
    <w:rsid w:val="008E625D"/>
    <w:rsid w:val="008F2E62"/>
    <w:rsid w:val="0092607B"/>
    <w:rsid w:val="009358D0"/>
    <w:rsid w:val="00961A26"/>
    <w:rsid w:val="00993C1B"/>
    <w:rsid w:val="00A06CCF"/>
    <w:rsid w:val="00A12B9C"/>
    <w:rsid w:val="00A25464"/>
    <w:rsid w:val="00A434D8"/>
    <w:rsid w:val="00A47304"/>
    <w:rsid w:val="00A5267B"/>
    <w:rsid w:val="00A83581"/>
    <w:rsid w:val="00A83ECE"/>
    <w:rsid w:val="00A92AB3"/>
    <w:rsid w:val="00AB4601"/>
    <w:rsid w:val="00AB5B61"/>
    <w:rsid w:val="00AC64A5"/>
    <w:rsid w:val="00AC7B40"/>
    <w:rsid w:val="00AF41BC"/>
    <w:rsid w:val="00B033B8"/>
    <w:rsid w:val="00B34C72"/>
    <w:rsid w:val="00B51A43"/>
    <w:rsid w:val="00B7391E"/>
    <w:rsid w:val="00B752FD"/>
    <w:rsid w:val="00B8329C"/>
    <w:rsid w:val="00B903FF"/>
    <w:rsid w:val="00B97CFF"/>
    <w:rsid w:val="00BA523A"/>
    <w:rsid w:val="00BD4ED6"/>
    <w:rsid w:val="00C17D8C"/>
    <w:rsid w:val="00C51FC3"/>
    <w:rsid w:val="00C617CB"/>
    <w:rsid w:val="00C80F38"/>
    <w:rsid w:val="00C9160C"/>
    <w:rsid w:val="00CC3F0E"/>
    <w:rsid w:val="00CE68D4"/>
    <w:rsid w:val="00D71322"/>
    <w:rsid w:val="00D920B5"/>
    <w:rsid w:val="00E04C0F"/>
    <w:rsid w:val="00E45A58"/>
    <w:rsid w:val="00E51E7D"/>
    <w:rsid w:val="00E91331"/>
    <w:rsid w:val="00E9672B"/>
    <w:rsid w:val="00EB3D9E"/>
    <w:rsid w:val="00EC15BB"/>
    <w:rsid w:val="00F13C8F"/>
    <w:rsid w:val="00F30C5E"/>
    <w:rsid w:val="00F51670"/>
    <w:rsid w:val="00F62FA7"/>
    <w:rsid w:val="00F926E9"/>
    <w:rsid w:val="00FB5227"/>
    <w:rsid w:val="00FC0E39"/>
    <w:rsid w:val="00FC5101"/>
    <w:rsid w:val="00FC7A08"/>
    <w:rsid w:val="00FD6416"/>
    <w:rsid w:val="00FD7349"/>
    <w:rsid w:val="00FE5517"/>
    <w:rsid w:val="00FF3E86"/>
    <w:rsid w:val="00FF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7fff"/>
    </o:shapedefaults>
    <o:shapelayout v:ext="edit">
      <o:idmap v:ext="edit" data="2"/>
    </o:shapelayout>
  </w:shapeDefaults>
  <w:decimalSymbol w:val=","/>
  <w:listSeparator w:val=";"/>
  <w14:docId w14:val="45FBD5A4"/>
  <w15:docId w15:val="{345C2F29-FC4A-44C9-8AE4-20ADEF4C8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51FC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51FC3"/>
    <w:pPr>
      <w:tabs>
        <w:tab w:val="center" w:pos="4536"/>
        <w:tab w:val="right" w:pos="9072"/>
      </w:tabs>
    </w:pPr>
  </w:style>
  <w:style w:type="character" w:styleId="Hipercze">
    <w:name w:val="Hyperlink"/>
    <w:rsid w:val="00141BB4"/>
    <w:rPr>
      <w:color w:val="0000FF"/>
      <w:u w:val="single"/>
    </w:rPr>
  </w:style>
  <w:style w:type="paragraph" w:customStyle="1" w:styleId="StylWUOZ">
    <w:name w:val="Styl WUOZ"/>
    <w:basedOn w:val="Normalny"/>
    <w:link w:val="StylWUOZZnak"/>
    <w:qFormat/>
    <w:rsid w:val="00185C27"/>
    <w:pPr>
      <w:jc w:val="right"/>
    </w:pPr>
    <w:rPr>
      <w:rFonts w:ascii="Calibri" w:hAnsi="Calibri"/>
    </w:rPr>
  </w:style>
  <w:style w:type="paragraph" w:styleId="Bezodstpw">
    <w:name w:val="No Spacing"/>
    <w:uiPriority w:val="1"/>
    <w:qFormat/>
    <w:rsid w:val="00A06CCF"/>
    <w:rPr>
      <w:sz w:val="24"/>
      <w:szCs w:val="24"/>
    </w:rPr>
  </w:style>
  <w:style w:type="character" w:customStyle="1" w:styleId="StylWUOZZnak">
    <w:name w:val="Styl WUOZ Znak"/>
    <w:link w:val="StylWUOZ"/>
    <w:rsid w:val="00185C27"/>
    <w:rPr>
      <w:rFonts w:ascii="Calibri" w:hAnsi="Calibri"/>
      <w:sz w:val="24"/>
      <w:szCs w:val="24"/>
    </w:rPr>
  </w:style>
  <w:style w:type="character" w:styleId="Odwoaniedokomentarza">
    <w:name w:val="annotation reference"/>
    <w:rsid w:val="00A06CC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06CC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06CCF"/>
  </w:style>
  <w:style w:type="paragraph" w:styleId="Tematkomentarza">
    <w:name w:val="annotation subject"/>
    <w:basedOn w:val="Tekstkomentarza"/>
    <w:next w:val="Tekstkomentarza"/>
    <w:link w:val="TematkomentarzaZnak"/>
    <w:rsid w:val="00A06CCF"/>
    <w:rPr>
      <w:b/>
      <w:bCs/>
    </w:rPr>
  </w:style>
  <w:style w:type="character" w:customStyle="1" w:styleId="TematkomentarzaZnak">
    <w:name w:val="Temat komentarza Znak"/>
    <w:link w:val="Tematkomentarza"/>
    <w:rsid w:val="00A06CCF"/>
    <w:rPr>
      <w:b/>
      <w:bCs/>
    </w:rPr>
  </w:style>
  <w:style w:type="paragraph" w:styleId="Tekstdymka">
    <w:name w:val="Balloon Text"/>
    <w:basedOn w:val="Normalny"/>
    <w:link w:val="TekstdymkaZnak"/>
    <w:rsid w:val="00A06C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A06CCF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E2BA1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E625D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617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wkz.szczeci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rychlicka@wkz.szczec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wkz.szczecin.pl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&#281;bowscy\Desktop\logo\papier%20firm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firmowy</Template>
  <TotalTime>10</TotalTime>
  <Pages>5</Pages>
  <Words>2271</Words>
  <Characters>13628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WUOZ</vt:lpstr>
    </vt:vector>
  </TitlesOfParts>
  <Company>Hewlett-Packard Company</Company>
  <LinksUpToDate>false</LinksUpToDate>
  <CharactersWithSpaces>15868</CharactersWithSpaces>
  <SharedDoc>false</SharedDoc>
  <HLinks>
    <vt:vector size="24" baseType="variant">
      <vt:variant>
        <vt:i4>7733377</vt:i4>
      </vt:variant>
      <vt:variant>
        <vt:i4>6</vt:i4>
      </vt:variant>
      <vt:variant>
        <vt:i4>0</vt:i4>
      </vt:variant>
      <vt:variant>
        <vt:i4>5</vt:i4>
      </vt:variant>
      <vt:variant>
        <vt:lpwstr>mailto:zamówienia@wkz.szczecin.pl</vt:lpwstr>
      </vt:variant>
      <vt:variant>
        <vt:lpwstr/>
      </vt:variant>
      <vt:variant>
        <vt:i4>6815754</vt:i4>
      </vt:variant>
      <vt:variant>
        <vt:i4>3</vt:i4>
      </vt:variant>
      <vt:variant>
        <vt:i4>0</vt:i4>
      </vt:variant>
      <vt:variant>
        <vt:i4>5</vt:i4>
      </vt:variant>
      <vt:variant>
        <vt:lpwstr>mailto:arychlicka@wkz.szczecin.pl</vt:lpwstr>
      </vt:variant>
      <vt:variant>
        <vt:lpwstr/>
      </vt:variant>
      <vt:variant>
        <vt:i4>2883654</vt:i4>
      </vt:variant>
      <vt:variant>
        <vt:i4>0</vt:i4>
      </vt:variant>
      <vt:variant>
        <vt:i4>0</vt:i4>
      </vt:variant>
      <vt:variant>
        <vt:i4>5</vt:i4>
      </vt:variant>
      <vt:variant>
        <vt:lpwstr>mailto:adamkiewicz@wkz.szczecin.pl</vt:lpwstr>
      </vt:variant>
      <vt:variant>
        <vt:lpwstr/>
      </vt:variant>
      <vt:variant>
        <vt:i4>3145794</vt:i4>
      </vt:variant>
      <vt:variant>
        <vt:i4>0</vt:i4>
      </vt:variant>
      <vt:variant>
        <vt:i4>0</vt:i4>
      </vt:variant>
      <vt:variant>
        <vt:i4>5</vt:i4>
      </vt:variant>
      <vt:variant>
        <vt:lpwstr>mailto:sekretariat@wkz.szczecin.pl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WUOZ</dc:title>
  <dc:subject/>
  <dc:creator>Marcin Piętka - informatyk Wojewódzki Ur</dc:creator>
  <cp:keywords>WUOZ SZCZECIN</cp:keywords>
  <cp:lastModifiedBy>Łukasz Goszczyński</cp:lastModifiedBy>
  <cp:revision>10</cp:revision>
  <cp:lastPrinted>2025-06-03T09:42:00Z</cp:lastPrinted>
  <dcterms:created xsi:type="dcterms:W3CDTF">2025-05-05T12:31:00Z</dcterms:created>
  <dcterms:modified xsi:type="dcterms:W3CDTF">2026-01-19T09:19:00Z</dcterms:modified>
</cp:coreProperties>
</file>